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5BB44F" w14:textId="77777777" w:rsidR="000F7CB4" w:rsidRDefault="00FC0FE2" w:rsidP="0057045C">
      <w:pPr>
        <w:pStyle w:val="0berschrift1"/>
        <w:outlineLvl w:val="0"/>
      </w:pPr>
      <w:r>
        <w:t xml:space="preserve">Kultur erleben </w:t>
      </w:r>
    </w:p>
    <w:p w14:paraId="652125C5" w14:textId="77777777" w:rsidR="00715DDC" w:rsidRDefault="00427008" w:rsidP="0057045C">
      <w:pPr>
        <w:pStyle w:val="0berschrift3"/>
        <w:outlineLvl w:val="0"/>
      </w:pPr>
      <w:r>
        <w:t>1</w:t>
      </w:r>
      <w:r>
        <w:tab/>
      </w:r>
      <w:r w:rsidR="00344E6E">
        <w:t xml:space="preserve">Arbeiten Sie zu zweit. Partner/in A arbeitet mit Seite 1, Partner/in B arbeitet mit Seite 2. </w:t>
      </w:r>
      <w:r w:rsidR="00715DDC">
        <w:t>Setzen Sie sich Rücken an Rücken.</w:t>
      </w:r>
    </w:p>
    <w:p w14:paraId="43B2E622" w14:textId="77777777" w:rsidR="001C1EFC" w:rsidRDefault="00715DDC" w:rsidP="0057045C">
      <w:pPr>
        <w:pStyle w:val="0berschrift3"/>
        <w:outlineLvl w:val="0"/>
      </w:pPr>
      <w:r>
        <w:t>a</w:t>
      </w:r>
      <w:r>
        <w:tab/>
        <w:t>Fragen Sie sich gegenseitig nach den Lücken im Text und ergänzen Sie.</w:t>
      </w:r>
    </w:p>
    <w:p w14:paraId="413391F3" w14:textId="77777777" w:rsidR="000A20E8" w:rsidRDefault="009A385F" w:rsidP="000A20E8">
      <w:pPr>
        <w:pStyle w:val="1Standardflietext"/>
      </w:pPr>
      <w:r>
        <w:rPr>
          <w:noProof/>
        </w:rPr>
        <mc:AlternateContent>
          <mc:Choice Requires="wps">
            <w:drawing>
              <wp:anchor distT="0" distB="0" distL="114300" distR="114300" simplePos="0" relativeHeight="251657216" behindDoc="0" locked="0" layoutInCell="1" allowOverlap="1" wp14:anchorId="31601485" wp14:editId="4DFFF47A">
                <wp:simplePos x="0" y="0"/>
                <wp:positionH relativeFrom="column">
                  <wp:posOffset>3237230</wp:posOffset>
                </wp:positionH>
                <wp:positionV relativeFrom="paragraph">
                  <wp:posOffset>102870</wp:posOffset>
                </wp:positionV>
                <wp:extent cx="1945005" cy="609600"/>
                <wp:effectExtent l="0" t="0" r="0" b="0"/>
                <wp:wrapNone/>
                <wp:docPr id="6"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5005" cy="609600"/>
                        </a:xfrm>
                        <a:prstGeom prst="wedgeEllipseCallout">
                          <a:avLst>
                            <a:gd name="adj1" fmla="val 33315"/>
                            <a:gd name="adj2" fmla="val 71458"/>
                          </a:avLst>
                        </a:prstGeom>
                        <a:solidFill>
                          <a:srgbClr val="FFFFFF"/>
                        </a:solidFill>
                        <a:ln w="6350">
                          <a:solidFill>
                            <a:srgbClr val="80808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2743C518" w14:textId="77777777" w:rsidR="000A20E8" w:rsidRDefault="000A20E8">
                            <w:r>
                              <w:t>Wo liegt die Stadt?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3" coordsize="21600,21600" o:spt="63" adj="1350,25920" path="wr0,,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AutoShape 3" o:spid="_x0000_s1026" type="#_x0000_t63" style="position:absolute;margin-left:254.9pt;margin-top:8.1pt;width:153.15pt;height:4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" adj="17996,26235" strokecolor="gray" strokeweight=".5pt">
                <v:shadow opacity="49150f"/>
                <v:textbox>
                  <w:txbxContent>
                    <w:p w:rsidR="000A20E8" w:rsidRDefault="000A20E8">
                      <w:r>
                        <w:t>Wo liegt die Stadt?</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6F52D511" wp14:editId="57C4EAD4">
                <wp:simplePos x="0" y="0"/>
                <wp:positionH relativeFrom="column">
                  <wp:posOffset>431165</wp:posOffset>
                </wp:positionH>
                <wp:positionV relativeFrom="paragraph">
                  <wp:posOffset>49530</wp:posOffset>
                </wp:positionV>
                <wp:extent cx="2348865" cy="609600"/>
                <wp:effectExtent l="0" t="0" r="0" b="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8865" cy="609600"/>
                        </a:xfrm>
                        <a:prstGeom prst="wedgeEllipseCallout">
                          <a:avLst>
                            <a:gd name="adj1" fmla="val -47565"/>
                            <a:gd name="adj2" fmla="val 70000"/>
                          </a:avLst>
                        </a:prstGeom>
                        <a:solidFill>
                          <a:srgbClr val="FFFFFF"/>
                        </a:solidFill>
                        <a:ln w="6350">
                          <a:solidFill>
                            <a:srgbClr val="80808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3707C9A2" w14:textId="77777777" w:rsidR="000A20E8" w:rsidRDefault="000A20E8">
                            <w:r>
                              <w:t>Wie viele Einwohner hat Breslau / San Sebastián?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 o:spid="_x0000_s1027" type="#_x0000_t63" style="position:absolute;margin-left:33.95pt;margin-top:3.9pt;width:184.95pt;height:4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" adj="526" strokecolor="gray" strokeweight=".5pt">
                <v:shadow opacity="49150f"/>
                <v:textbox>
                  <w:txbxContent>
                    <w:p w:rsidR="000A20E8" w:rsidRDefault="000A20E8">
                      <w:r>
                        <w:t>Wie viele Einwohner hat Breslau / San Sebastián?</w:t>
                      </w:r>
                    </w:p>
                  </w:txbxContent>
                </v:textbox>
              </v:shape>
            </w:pict>
          </mc:Fallback>
        </mc:AlternateContent>
      </w:r>
    </w:p>
    <w:p w14:paraId="7272EAD2" w14:textId="77777777" w:rsidR="000A20E8" w:rsidRDefault="000A20E8" w:rsidP="000A20E8">
      <w:pPr>
        <w:pStyle w:val="1Standardflietext"/>
      </w:pPr>
    </w:p>
    <w:p w14:paraId="3DA7686F" w14:textId="77777777" w:rsidR="000A20E8" w:rsidRDefault="000A20E8" w:rsidP="000A20E8">
      <w:pPr>
        <w:pStyle w:val="1Standardflietext"/>
      </w:pPr>
    </w:p>
    <w:p w14:paraId="5A5E44C3" w14:textId="77777777" w:rsidR="000A20E8" w:rsidRDefault="000A20E8" w:rsidP="000A20E8">
      <w:pPr>
        <w:pStyle w:val="1Standardflietext"/>
      </w:pPr>
    </w:p>
    <w:p w14:paraId="6D80CFE5" w14:textId="77777777" w:rsidR="000A20E8" w:rsidRPr="000A20E8" w:rsidRDefault="000A20E8" w:rsidP="000A20E8">
      <w:pPr>
        <w:pStyle w:val="1Standardflietext"/>
      </w:pPr>
    </w:p>
    <w:p w14:paraId="01B462FB" w14:textId="77777777" w:rsidR="00A75B86" w:rsidRDefault="00A75B86" w:rsidP="00A75B86">
      <w:pPr>
        <w:pStyle w:val="0berschrift3"/>
        <w:outlineLvl w:val="0"/>
      </w:pPr>
      <w:r>
        <w:t>b</w:t>
      </w:r>
      <w:r>
        <w:tab/>
        <w:t>Vergleichen Sie dann und korrigieren Sie zusammen.</w:t>
      </w:r>
    </w:p>
    <w:p w14:paraId="0045E21F" w14:textId="77777777" w:rsidR="00715DDC" w:rsidRPr="00715DDC" w:rsidRDefault="00715DDC" w:rsidP="00715DDC">
      <w:pPr>
        <w:pStyle w:val="1Standardflietext"/>
      </w:pPr>
    </w:p>
    <w:p w14:paraId="140075D1" w14:textId="77777777" w:rsidR="00AF57F3" w:rsidRPr="00AF57F3" w:rsidRDefault="001C1EFC" w:rsidP="00AF57F3">
      <w:pPr>
        <w:pStyle w:val="4Zitat"/>
        <w:spacing w:line="280" w:lineRule="exact"/>
        <w:rPr>
          <w:b/>
          <w:sz w:val="28"/>
          <w:szCs w:val="28"/>
        </w:rPr>
      </w:pPr>
      <w:r>
        <w:rPr>
          <w:rStyle w:val="1Markierung"/>
        </w:rPr>
        <w:br/>
      </w:r>
      <w:r w:rsidR="001D413B" w:rsidRPr="00AF57F3">
        <w:rPr>
          <w:b/>
          <w:sz w:val="28"/>
          <w:szCs w:val="28"/>
        </w:rPr>
        <w:t>Breslau und San Sebastian – Europäische Kulturhauptstädte 2016</w:t>
      </w:r>
    </w:p>
    <w:p w14:paraId="70B48006" w14:textId="77777777" w:rsidR="00AF57F3" w:rsidRPr="00AF57F3" w:rsidRDefault="00DA7021" w:rsidP="00AF57F3">
      <w:pPr>
        <w:pStyle w:val="4Zitat"/>
        <w:spacing w:before="200"/>
        <w:rPr>
          <w:sz w:val="24"/>
          <w:szCs w:val="24"/>
        </w:rPr>
      </w:pPr>
      <w:r w:rsidRPr="00AF57F3">
        <w:rPr>
          <w:b/>
          <w:sz w:val="24"/>
          <w:szCs w:val="24"/>
        </w:rPr>
        <w:t>Breslau</w:t>
      </w:r>
      <w:r w:rsidR="00E20D6F" w:rsidRPr="00AF57F3">
        <w:rPr>
          <w:b/>
          <w:sz w:val="24"/>
          <w:szCs w:val="24"/>
        </w:rPr>
        <w:t xml:space="preserve"> / Wrocław</w:t>
      </w:r>
    </w:p>
    <w:p w14:paraId="57A06375" w14:textId="77777777" w:rsidR="00AF57F3" w:rsidRDefault="001D413B" w:rsidP="00AF57F3">
      <w:pPr>
        <w:pStyle w:val="4Zitat"/>
        <w:spacing w:before="60"/>
        <w:rPr>
          <w:szCs w:val="24"/>
        </w:rPr>
      </w:pPr>
      <w:r>
        <w:t>Breslau</w:t>
      </w:r>
      <w:r w:rsidR="00D94423">
        <w:t xml:space="preserve"> (polnisch: </w:t>
      </w:r>
      <w:r>
        <w:t>Wrocław</w:t>
      </w:r>
      <w:r w:rsidR="00D94423">
        <w:t>)</w:t>
      </w:r>
      <w:r>
        <w:t xml:space="preserve"> ist die viertgrößte Stadt in Polen. Sie hat über 630.000 Einwohner und liegt im Südwesten des Landes. Die Stadt hat eine Reihe von besonderen Sehenswürdigkeiten. Im Zentrum der Stadt ist das zum Beispiel der </w:t>
      </w:r>
      <w:r w:rsidRPr="00530BFE">
        <w:t>Rynek,</w:t>
      </w:r>
      <w:r>
        <w:t xml:space="preserve"> der </w:t>
      </w:r>
      <w:r w:rsidRPr="00530BFE">
        <w:t>mittelalterliche Marktplatz</w:t>
      </w:r>
      <w:r>
        <w:t xml:space="preserve">. Er </w:t>
      </w:r>
      <w:r w:rsidRPr="00530BFE">
        <w:t>gilt als einer der schönsten in ganz Polen.</w:t>
      </w:r>
      <w:r>
        <w:t xml:space="preserve"> Hier gibt es die viele </w:t>
      </w:r>
      <w:r w:rsidRPr="00530BFE">
        <w:t xml:space="preserve">Restaurants, Cafés, Bars und Clubs. </w:t>
      </w:r>
      <w:r>
        <w:t>Berühmt ist auch der Dom, der auf einer Insel steht.</w:t>
      </w:r>
      <w:r>
        <w:br/>
        <w:t>Ein</w:t>
      </w:r>
      <w:r w:rsidRPr="00530BFE">
        <w:rPr>
          <w:szCs w:val="24"/>
        </w:rPr>
        <w:t xml:space="preserve"> </w:t>
      </w:r>
      <w:r>
        <w:t>kulturelles</w:t>
      </w:r>
      <w:r w:rsidRPr="00530BFE">
        <w:rPr>
          <w:szCs w:val="24"/>
        </w:rPr>
        <w:t xml:space="preserve"> </w:t>
      </w:r>
      <w:r>
        <w:t xml:space="preserve">Highlight </w:t>
      </w:r>
      <w:r w:rsidRPr="00530BFE">
        <w:rPr>
          <w:szCs w:val="24"/>
        </w:rPr>
        <w:t xml:space="preserve">der Stadt ist das Musikforum. Dort ist das </w:t>
      </w:r>
      <w:r>
        <w:t>O</w:t>
      </w:r>
      <w:r w:rsidRPr="00530BFE">
        <w:rPr>
          <w:szCs w:val="24"/>
        </w:rPr>
        <w:t xml:space="preserve">rchester </w:t>
      </w:r>
      <w:r>
        <w:t xml:space="preserve">der Stadt </w:t>
      </w:r>
      <w:r w:rsidRPr="00530BFE">
        <w:rPr>
          <w:szCs w:val="24"/>
        </w:rPr>
        <w:t xml:space="preserve">zu Hause. Die </w:t>
      </w:r>
      <w:r>
        <w:t>Konzerts</w:t>
      </w:r>
      <w:r w:rsidRPr="00530BFE">
        <w:rPr>
          <w:szCs w:val="24"/>
        </w:rPr>
        <w:t xml:space="preserve">äle verteilen sich auf sieben Stockwerke </w:t>
      </w:r>
      <w:r>
        <w:t>–</w:t>
      </w:r>
      <w:r w:rsidRPr="00530BFE">
        <w:rPr>
          <w:szCs w:val="24"/>
        </w:rPr>
        <w:t xml:space="preserve"> die untersten liegen 15 Meter unter der Erde. Das Musikforum </w:t>
      </w:r>
      <w:r>
        <w:t xml:space="preserve">wurde </w:t>
      </w:r>
      <w:r w:rsidRPr="00530BFE">
        <w:rPr>
          <w:szCs w:val="24"/>
        </w:rPr>
        <w:t xml:space="preserve">Anfang September </w:t>
      </w:r>
      <w:r>
        <w:t xml:space="preserve">2015 </w:t>
      </w:r>
      <w:r w:rsidRPr="00530BFE">
        <w:rPr>
          <w:szCs w:val="24"/>
        </w:rPr>
        <w:t xml:space="preserve">eröffnet. Für die erste Saison </w:t>
      </w:r>
      <w:r>
        <w:t xml:space="preserve">stehen </w:t>
      </w:r>
      <w:r w:rsidRPr="00530BFE">
        <w:rPr>
          <w:szCs w:val="24"/>
        </w:rPr>
        <w:t xml:space="preserve">rund 700 Konzerte und Veranstaltungen </w:t>
      </w:r>
      <w:r>
        <w:t>auf dem Programm</w:t>
      </w:r>
      <w:r w:rsidRPr="00530BFE">
        <w:rPr>
          <w:szCs w:val="24"/>
        </w:rPr>
        <w:t>.</w:t>
      </w:r>
      <w:r>
        <w:br/>
        <w:t xml:space="preserve">2016 gibt es in Breslau zahlreiche </w:t>
      </w:r>
      <w:r w:rsidRPr="00530BFE">
        <w:t>Event</w:t>
      </w:r>
      <w:r>
        <w:t>s: vor allem Ausstellungen und Konzerte – Klassik, Jazz und Rock.</w:t>
      </w:r>
      <w:r w:rsidRPr="00B53E36">
        <w:t xml:space="preserve"> </w:t>
      </w:r>
      <w:r>
        <w:t>Am 1. Mai spielen zum Beispiel t</w:t>
      </w:r>
      <w:r w:rsidRPr="00530BFE">
        <w:rPr>
          <w:szCs w:val="24"/>
        </w:rPr>
        <w:t xml:space="preserve">ausende Gitarrenspieler </w:t>
      </w:r>
      <w:r>
        <w:t>zusammen auf dem Marktplatz „Hey Joe“</w:t>
      </w:r>
      <w:r w:rsidRPr="00530BFE">
        <w:rPr>
          <w:szCs w:val="24"/>
        </w:rPr>
        <w:t xml:space="preserve"> von Jimi Hendrix.</w:t>
      </w:r>
    </w:p>
    <w:p w14:paraId="3F147451" w14:textId="77777777" w:rsidR="00AF57F3" w:rsidRPr="00AF57F3" w:rsidRDefault="00D94423" w:rsidP="00AF57F3">
      <w:pPr>
        <w:pStyle w:val="4Zitat"/>
        <w:spacing w:before="240"/>
        <w:rPr>
          <w:sz w:val="24"/>
          <w:szCs w:val="24"/>
        </w:rPr>
      </w:pPr>
      <w:r w:rsidRPr="00AF57F3">
        <w:rPr>
          <w:b/>
          <w:sz w:val="24"/>
          <w:szCs w:val="24"/>
        </w:rPr>
        <w:t>San Sebastiá</w:t>
      </w:r>
      <w:r w:rsidR="00212EDB" w:rsidRPr="00AF57F3">
        <w:rPr>
          <w:b/>
          <w:sz w:val="24"/>
          <w:szCs w:val="24"/>
        </w:rPr>
        <w:t xml:space="preserve">n </w:t>
      </w:r>
      <w:r w:rsidRPr="00AF57F3">
        <w:rPr>
          <w:b/>
          <w:sz w:val="24"/>
          <w:szCs w:val="24"/>
        </w:rPr>
        <w:t>/ Donostia</w:t>
      </w:r>
    </w:p>
    <w:p w14:paraId="0EBF2816" w14:textId="77777777" w:rsidR="001C1EFC" w:rsidRPr="00C0192F" w:rsidRDefault="00D94423" w:rsidP="00AF57F3">
      <w:pPr>
        <w:pStyle w:val="4Zitat"/>
        <w:spacing w:before="120"/>
        <w:rPr>
          <w:szCs w:val="24"/>
        </w:rPr>
      </w:pPr>
      <w:r w:rsidRPr="00D94423">
        <w:rPr>
          <w:szCs w:val="24"/>
        </w:rPr>
        <w:t xml:space="preserve">San Sebastián </w:t>
      </w:r>
      <w:r>
        <w:rPr>
          <w:szCs w:val="24"/>
        </w:rPr>
        <w:t xml:space="preserve">(baskisch: </w:t>
      </w:r>
      <w:r w:rsidRPr="00D94423">
        <w:rPr>
          <w:szCs w:val="24"/>
        </w:rPr>
        <w:t>Donostia</w:t>
      </w:r>
      <w:r>
        <w:rPr>
          <w:szCs w:val="24"/>
        </w:rPr>
        <w:t xml:space="preserve">) ist eine Küstenstadt in </w:t>
      </w:r>
      <w:r w:rsidR="00C0192F">
        <w:rPr>
          <w:szCs w:val="24"/>
        </w:rPr>
        <w:t>__________________</w:t>
      </w:r>
      <w:r>
        <w:rPr>
          <w:szCs w:val="24"/>
        </w:rPr>
        <w:t xml:space="preserve">. Sie hat ca. </w:t>
      </w:r>
      <w:r w:rsidR="00C0192F">
        <w:rPr>
          <w:szCs w:val="24"/>
        </w:rPr>
        <w:t xml:space="preserve">________________ </w:t>
      </w:r>
      <w:r>
        <w:rPr>
          <w:szCs w:val="24"/>
        </w:rPr>
        <w:t>Einwohner.</w:t>
      </w:r>
      <w:r w:rsidR="00A306C8">
        <w:rPr>
          <w:szCs w:val="24"/>
        </w:rPr>
        <w:t xml:space="preserve"> </w:t>
      </w:r>
      <w:r w:rsidRPr="00C86E0C">
        <w:rPr>
          <w:szCs w:val="24"/>
        </w:rPr>
        <w:t xml:space="preserve">Die Stadt hat </w:t>
      </w:r>
      <w:r w:rsidR="00C0192F">
        <w:rPr>
          <w:szCs w:val="24"/>
        </w:rPr>
        <w:t xml:space="preserve">____________________ </w:t>
      </w:r>
      <w:r w:rsidRPr="00C86E0C">
        <w:rPr>
          <w:szCs w:val="24"/>
        </w:rPr>
        <w:t xml:space="preserve">und </w:t>
      </w:r>
      <w:r w:rsidR="00C0192F">
        <w:rPr>
          <w:szCs w:val="24"/>
        </w:rPr>
        <w:t>___________________</w:t>
      </w:r>
      <w:r w:rsidRPr="00C86E0C">
        <w:rPr>
          <w:szCs w:val="24"/>
        </w:rPr>
        <w:t xml:space="preserve">, die zu den schönsten Stadtstränden der Welt gehören. </w:t>
      </w:r>
      <w:r w:rsidR="00A306C8">
        <w:rPr>
          <w:szCs w:val="24"/>
        </w:rPr>
        <w:t xml:space="preserve">Die spanische </w:t>
      </w:r>
      <w:r w:rsidR="00C86E0C" w:rsidRPr="000F0430">
        <w:rPr>
          <w:szCs w:val="24"/>
        </w:rPr>
        <w:t xml:space="preserve">Königin Isabella II. </w:t>
      </w:r>
      <w:r w:rsidR="00A306C8">
        <w:rPr>
          <w:szCs w:val="24"/>
        </w:rPr>
        <w:t xml:space="preserve">verbrachte im 19. Jahrhundert </w:t>
      </w:r>
      <w:r w:rsidR="00C86E0C" w:rsidRPr="000F0430">
        <w:rPr>
          <w:szCs w:val="24"/>
        </w:rPr>
        <w:t>mehrere Sommer in Donostia</w:t>
      </w:r>
      <w:r w:rsidR="00A306C8">
        <w:rPr>
          <w:szCs w:val="24"/>
        </w:rPr>
        <w:t xml:space="preserve"> und mit ihr viele andere berühmte Europäer. In dieser Zeit entstanden w</w:t>
      </w:r>
      <w:r w:rsidR="00C86E0C" w:rsidRPr="000F0430">
        <w:rPr>
          <w:szCs w:val="24"/>
        </w:rPr>
        <w:t>underschöne Gebäude</w:t>
      </w:r>
      <w:r w:rsidR="00A306C8">
        <w:rPr>
          <w:szCs w:val="24"/>
        </w:rPr>
        <w:t xml:space="preserve"> –</w:t>
      </w:r>
      <w:r w:rsidR="00C0192F">
        <w:rPr>
          <w:szCs w:val="24"/>
        </w:rPr>
        <w:t xml:space="preserve"> </w:t>
      </w:r>
      <w:r w:rsidR="00A306C8">
        <w:rPr>
          <w:szCs w:val="24"/>
        </w:rPr>
        <w:t xml:space="preserve">Luxushotels, das </w:t>
      </w:r>
      <w:r w:rsidR="00C0192F">
        <w:rPr>
          <w:szCs w:val="24"/>
        </w:rPr>
        <w:t xml:space="preserve">_________________ </w:t>
      </w:r>
      <w:r w:rsidR="00A306C8">
        <w:rPr>
          <w:szCs w:val="24"/>
        </w:rPr>
        <w:t xml:space="preserve">und das </w:t>
      </w:r>
      <w:r w:rsidR="00C86E0C" w:rsidRPr="000F0430">
        <w:rPr>
          <w:szCs w:val="24"/>
        </w:rPr>
        <w:t xml:space="preserve">heutige </w:t>
      </w:r>
      <w:r w:rsidR="00C0192F">
        <w:rPr>
          <w:szCs w:val="24"/>
        </w:rPr>
        <w:t>_______________</w:t>
      </w:r>
      <w:r w:rsidR="00C86E0C" w:rsidRPr="000F0430">
        <w:rPr>
          <w:szCs w:val="24"/>
        </w:rPr>
        <w:t xml:space="preserve">. </w:t>
      </w:r>
      <w:r w:rsidR="00C86E0C" w:rsidRPr="00C86E0C">
        <w:rPr>
          <w:szCs w:val="24"/>
        </w:rPr>
        <w:br/>
      </w:r>
      <w:r w:rsidRPr="00C86E0C">
        <w:rPr>
          <w:szCs w:val="24"/>
        </w:rPr>
        <w:t xml:space="preserve">Berühmt ist San Sebastián für </w:t>
      </w:r>
      <w:r w:rsidR="00C0192F">
        <w:rPr>
          <w:szCs w:val="24"/>
        </w:rPr>
        <w:t xml:space="preserve">______________ </w:t>
      </w:r>
      <w:r w:rsidR="00A306C8">
        <w:t xml:space="preserve">– und </w:t>
      </w:r>
      <w:r w:rsidR="00C0192F">
        <w:t>___________________</w:t>
      </w:r>
      <w:r>
        <w:t>. Und darum kommen auch die meisten Touristen in die Stadt. San Sebastián ist – mit 16 Michelin-Sternen – die Gastronomie-Welthauptstadt. Nirgendwo isst man so gut wie hier.</w:t>
      </w:r>
      <w:r w:rsidR="00C86E0C">
        <w:t xml:space="preserve"> </w:t>
      </w:r>
      <w:r w:rsidR="000A20E8">
        <w:br/>
      </w:r>
      <w:r w:rsidR="00C86E0C">
        <w:t xml:space="preserve">Weltweit bekannt </w:t>
      </w:r>
      <w:r>
        <w:t xml:space="preserve">ist </w:t>
      </w:r>
      <w:r w:rsidR="00C86E0C">
        <w:t xml:space="preserve">auch </w:t>
      </w:r>
      <w:r>
        <w:t xml:space="preserve">das </w:t>
      </w:r>
      <w:r w:rsidR="00C0192F">
        <w:t>_____________________</w:t>
      </w:r>
      <w:r>
        <w:t xml:space="preserve">, das jedes Jahr </w:t>
      </w:r>
      <w:r w:rsidR="00C0192F">
        <w:t xml:space="preserve">__________________ </w:t>
      </w:r>
      <w:r>
        <w:t>stattfindet. Für 2016 sind über 60 spannende Kulturevents geplant –</w:t>
      </w:r>
      <w:r w:rsidR="000A20E8">
        <w:t xml:space="preserve"> ein </w:t>
      </w:r>
      <w:r>
        <w:t>Antikriegsfestivals</w:t>
      </w:r>
      <w:r w:rsidR="000A20E8">
        <w:t>,</w:t>
      </w:r>
      <w:r>
        <w:t xml:space="preserve"> </w:t>
      </w:r>
      <w:r w:rsidR="000A20E8">
        <w:t xml:space="preserve">Ausstellungen, </w:t>
      </w:r>
      <w:r w:rsidR="00C0192F">
        <w:t>________________</w:t>
      </w:r>
      <w:r w:rsidR="000A20E8">
        <w:t>, Tanzveranstaltungen und Konferenzen.</w:t>
      </w:r>
      <w:r w:rsidR="000A20E8" w:rsidRPr="000A20E8">
        <w:t xml:space="preserve"> </w:t>
      </w:r>
      <w:r w:rsidR="000A20E8">
        <w:t xml:space="preserve">Im Museum San Telmo kann man ab Mitte Juni Kunstwerke aus </w:t>
      </w:r>
      <w:r w:rsidR="00C0192F">
        <w:t xml:space="preserve">____________________________ </w:t>
      </w:r>
      <w:r w:rsidR="000A20E8">
        <w:t xml:space="preserve">sehen. Außerdem gibt es eine </w:t>
      </w:r>
      <w:r w:rsidR="00C0192F">
        <w:t>______________________</w:t>
      </w:r>
      <w:r w:rsidR="000A20E8">
        <w:t xml:space="preserve"> und ein großes Musik-Festival mit dem Namen „Music-Box“.</w:t>
      </w:r>
      <w:r w:rsidR="000A20E8">
        <w:br/>
      </w:r>
    </w:p>
    <w:p w14:paraId="5671939B" w14:textId="77777777" w:rsidR="000A20E8" w:rsidRDefault="000A20E8" w:rsidP="000A20E8">
      <w:pPr>
        <w:pStyle w:val="0berschrift3"/>
        <w:outlineLvl w:val="0"/>
      </w:pPr>
      <w:r>
        <w:lastRenderedPageBreak/>
        <w:t>1</w:t>
      </w:r>
      <w:r>
        <w:tab/>
        <w:t>Arbeiten Sie zu zweit. Partner/in A arbeitet mit Seite 1, Partner/in B arbeitet mit Seite 2. Setzen Sie sich Rücken an Rücken.</w:t>
      </w:r>
    </w:p>
    <w:p w14:paraId="5E388350" w14:textId="77777777" w:rsidR="00C0192F" w:rsidRDefault="00C0192F" w:rsidP="00C0192F">
      <w:pPr>
        <w:pStyle w:val="0berschrift3"/>
        <w:outlineLvl w:val="0"/>
      </w:pPr>
      <w:r>
        <w:t>a</w:t>
      </w:r>
      <w:r>
        <w:tab/>
        <w:t>Fragen Sie sich gegenseitig nach den Lücken im Text und ergänzen Sie.</w:t>
      </w:r>
    </w:p>
    <w:p w14:paraId="39128461" w14:textId="77777777" w:rsidR="00C0192F" w:rsidRDefault="009A385F" w:rsidP="00C0192F">
      <w:pPr>
        <w:pStyle w:val="1Standardflietext"/>
      </w:pPr>
      <w:r>
        <w:rPr>
          <w:noProof/>
        </w:rPr>
        <mc:AlternateContent>
          <mc:Choice Requires="wps">
            <w:drawing>
              <wp:anchor distT="0" distB="0" distL="114300" distR="114300" simplePos="0" relativeHeight="251659264" behindDoc="0" locked="0" layoutInCell="1" allowOverlap="1" wp14:anchorId="3871B862" wp14:editId="7DBB5A9E">
                <wp:simplePos x="0" y="0"/>
                <wp:positionH relativeFrom="column">
                  <wp:posOffset>3237230</wp:posOffset>
                </wp:positionH>
                <wp:positionV relativeFrom="paragraph">
                  <wp:posOffset>102870</wp:posOffset>
                </wp:positionV>
                <wp:extent cx="1945005" cy="609600"/>
                <wp:effectExtent l="0" t="0" r="0" b="0"/>
                <wp:wrapNone/>
                <wp:docPr id="4"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5005" cy="609600"/>
                        </a:xfrm>
                        <a:prstGeom prst="wedgeEllipseCallout">
                          <a:avLst>
                            <a:gd name="adj1" fmla="val 33315"/>
                            <a:gd name="adj2" fmla="val 71458"/>
                          </a:avLst>
                        </a:prstGeom>
                        <a:solidFill>
                          <a:srgbClr val="FFFFFF"/>
                        </a:solidFill>
                        <a:ln w="6350">
                          <a:solidFill>
                            <a:srgbClr val="80808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64A3D775" w14:textId="77777777" w:rsidR="00C0192F" w:rsidRDefault="00C0192F" w:rsidP="00C0192F">
                            <w:r>
                              <w:t>Wo liegt die Stadt?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 o:spid="_x0000_s1028" type="#_x0000_t63" style="position:absolute;margin-left:254.9pt;margin-top:8.1pt;width:153.15pt;height: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" adj="17996,26235" strokecolor="gray" strokeweight=".5pt">
                <v:shadow opacity="49150f"/>
                <v:textbox>
                  <w:txbxContent>
                    <w:p w:rsidR="00C0192F" w:rsidRDefault="00C0192F" w:rsidP="00C0192F">
                      <w:r>
                        <w:t>Wo liegt die Stadt?</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1790697E" wp14:editId="1A2BD7A0">
                <wp:simplePos x="0" y="0"/>
                <wp:positionH relativeFrom="column">
                  <wp:posOffset>431165</wp:posOffset>
                </wp:positionH>
                <wp:positionV relativeFrom="paragraph">
                  <wp:posOffset>49530</wp:posOffset>
                </wp:positionV>
                <wp:extent cx="2348865" cy="609600"/>
                <wp:effectExtent l="0" t="0" r="0" b="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8865" cy="609600"/>
                        </a:xfrm>
                        <a:prstGeom prst="wedgeEllipseCallout">
                          <a:avLst>
                            <a:gd name="adj1" fmla="val -47565"/>
                            <a:gd name="adj2" fmla="val 70000"/>
                          </a:avLst>
                        </a:prstGeom>
                        <a:solidFill>
                          <a:srgbClr val="FFFFFF"/>
                        </a:solidFill>
                        <a:ln w="6350">
                          <a:solidFill>
                            <a:srgbClr val="80808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5B2B2959" w14:textId="77777777" w:rsidR="00C0192F" w:rsidRDefault="00C0192F" w:rsidP="00C0192F">
                            <w:r>
                              <w:t>Wie viele Einwohner hat Breslau / San Sebastián?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 o:spid="_x0000_s1029" type="#_x0000_t63" style="position:absolute;margin-left:33.95pt;margin-top:3.9pt;width:184.95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" adj="526" strokecolor="gray" strokeweight=".5pt">
                <v:shadow opacity="49150f"/>
                <v:textbox>
                  <w:txbxContent>
                    <w:p w:rsidR="00C0192F" w:rsidRDefault="00C0192F" w:rsidP="00C0192F">
                      <w:r>
                        <w:t>Wie viele Einwohner hat Breslau / San Sebastián?</w:t>
                      </w:r>
                    </w:p>
                  </w:txbxContent>
                </v:textbox>
              </v:shape>
            </w:pict>
          </mc:Fallback>
        </mc:AlternateContent>
      </w:r>
    </w:p>
    <w:p w14:paraId="166D61CB" w14:textId="77777777" w:rsidR="00C0192F" w:rsidRDefault="00C0192F" w:rsidP="00C0192F">
      <w:pPr>
        <w:pStyle w:val="1Standardflietext"/>
      </w:pPr>
    </w:p>
    <w:p w14:paraId="7D4D7971" w14:textId="77777777" w:rsidR="00C0192F" w:rsidRDefault="00C0192F" w:rsidP="00C0192F">
      <w:pPr>
        <w:pStyle w:val="1Standardflietext"/>
      </w:pPr>
    </w:p>
    <w:p w14:paraId="2038D5F2" w14:textId="77777777" w:rsidR="00C0192F" w:rsidRDefault="00C0192F" w:rsidP="00C0192F">
      <w:pPr>
        <w:pStyle w:val="1Standardflietext"/>
      </w:pPr>
    </w:p>
    <w:p w14:paraId="3F745BFD" w14:textId="77777777" w:rsidR="00C0192F" w:rsidRPr="000A20E8" w:rsidRDefault="00C0192F" w:rsidP="00C0192F">
      <w:pPr>
        <w:pStyle w:val="1Standardflietext"/>
      </w:pPr>
    </w:p>
    <w:p w14:paraId="6DF9BFCA" w14:textId="77777777" w:rsidR="00C0192F" w:rsidRDefault="00C0192F" w:rsidP="00C0192F">
      <w:pPr>
        <w:pStyle w:val="0berschrift3"/>
        <w:outlineLvl w:val="0"/>
      </w:pPr>
      <w:r>
        <w:t>b</w:t>
      </w:r>
      <w:r>
        <w:tab/>
        <w:t>Vergleichen Sie dann und korrigieren Sie zusammen.</w:t>
      </w:r>
    </w:p>
    <w:p w14:paraId="213FA225" w14:textId="77777777" w:rsidR="000A20E8" w:rsidRPr="00715DDC" w:rsidRDefault="000A20E8" w:rsidP="000A20E8">
      <w:pPr>
        <w:pStyle w:val="1Standardflietext"/>
      </w:pPr>
    </w:p>
    <w:p w14:paraId="213C1F5D" w14:textId="77777777" w:rsidR="00AF57F3" w:rsidRPr="00AF57F3" w:rsidRDefault="000A20E8" w:rsidP="00AF57F3">
      <w:pPr>
        <w:pStyle w:val="4Zitat"/>
        <w:spacing w:line="280" w:lineRule="exact"/>
        <w:rPr>
          <w:b/>
          <w:sz w:val="28"/>
          <w:szCs w:val="28"/>
        </w:rPr>
      </w:pPr>
      <w:r>
        <w:rPr>
          <w:rStyle w:val="1Markierung"/>
        </w:rPr>
        <w:br/>
      </w:r>
      <w:r w:rsidRPr="00AF57F3">
        <w:rPr>
          <w:b/>
          <w:sz w:val="28"/>
          <w:szCs w:val="28"/>
        </w:rPr>
        <w:t>Breslau und San Sebastian – Europäische Kulturhauptstädte 2016</w:t>
      </w:r>
    </w:p>
    <w:p w14:paraId="1A8BF5EC" w14:textId="77777777" w:rsidR="00AF57F3" w:rsidRPr="00AF57F3" w:rsidRDefault="000A20E8" w:rsidP="00AF57F3">
      <w:pPr>
        <w:pStyle w:val="4Zitat"/>
        <w:spacing w:before="200"/>
        <w:rPr>
          <w:b/>
          <w:sz w:val="24"/>
          <w:szCs w:val="24"/>
        </w:rPr>
      </w:pPr>
      <w:r w:rsidRPr="00AF57F3">
        <w:rPr>
          <w:b/>
          <w:sz w:val="24"/>
          <w:szCs w:val="24"/>
        </w:rPr>
        <w:t>Breslau / Wrocław</w:t>
      </w:r>
    </w:p>
    <w:p w14:paraId="06662EFD" w14:textId="77777777" w:rsidR="00AF57F3" w:rsidRDefault="000A20E8" w:rsidP="00AF57F3">
      <w:pPr>
        <w:pStyle w:val="4Zitat"/>
        <w:spacing w:before="60"/>
        <w:rPr>
          <w:szCs w:val="24"/>
        </w:rPr>
      </w:pPr>
      <w:r>
        <w:t xml:space="preserve">Breslau (polnisch: Wrocław) ist die viertgrößte Stadt in </w:t>
      </w:r>
      <w:r w:rsidR="00C0192F">
        <w:t>_________________</w:t>
      </w:r>
      <w:r>
        <w:t xml:space="preserve">. Sie hat über </w:t>
      </w:r>
      <w:r w:rsidR="00C0192F">
        <w:t xml:space="preserve">________________ </w:t>
      </w:r>
      <w:r>
        <w:t xml:space="preserve">Einwohner und liegt im </w:t>
      </w:r>
      <w:r w:rsidR="00C0192F">
        <w:t xml:space="preserve">__________________ </w:t>
      </w:r>
      <w:r>
        <w:t xml:space="preserve">des Landes. Die Stadt hat eine Reihe von besonderen Sehenswürdigkeiten. Im </w:t>
      </w:r>
      <w:r w:rsidR="00C0192F">
        <w:t xml:space="preserve">__________________ </w:t>
      </w:r>
      <w:r>
        <w:t xml:space="preserve">der Stadt ist das zum Beispiel der </w:t>
      </w:r>
      <w:r w:rsidRPr="00530BFE">
        <w:t>Rynek,</w:t>
      </w:r>
      <w:r>
        <w:t xml:space="preserve"> der </w:t>
      </w:r>
      <w:r w:rsidRPr="00530BFE">
        <w:t xml:space="preserve">mittelalterliche </w:t>
      </w:r>
      <w:r w:rsidR="00C0192F">
        <w:t>______________________</w:t>
      </w:r>
      <w:r>
        <w:t xml:space="preserve">. Er </w:t>
      </w:r>
      <w:r w:rsidRPr="00530BFE">
        <w:t>gilt als einer der schönsten in ganz Polen.</w:t>
      </w:r>
      <w:r>
        <w:t xml:space="preserve"> Hier gibt es die viele </w:t>
      </w:r>
      <w:r w:rsidR="00C0192F">
        <w:t>______________________</w:t>
      </w:r>
      <w:r w:rsidRPr="00530BFE">
        <w:t xml:space="preserve">, Cafés, Bars und Clubs. </w:t>
      </w:r>
      <w:r>
        <w:t xml:space="preserve">Berühmt ist auch </w:t>
      </w:r>
      <w:r w:rsidR="00C0192F">
        <w:t>________________</w:t>
      </w:r>
      <w:r>
        <w:t>, der auf einer Insel steht.</w:t>
      </w:r>
      <w:r>
        <w:br/>
        <w:t>Ein</w:t>
      </w:r>
      <w:r w:rsidRPr="00530BFE">
        <w:rPr>
          <w:szCs w:val="24"/>
        </w:rPr>
        <w:t xml:space="preserve"> </w:t>
      </w:r>
      <w:r>
        <w:t>kulturelles</w:t>
      </w:r>
      <w:r w:rsidRPr="00530BFE">
        <w:rPr>
          <w:szCs w:val="24"/>
        </w:rPr>
        <w:t xml:space="preserve"> </w:t>
      </w:r>
      <w:r>
        <w:t xml:space="preserve">Highlight </w:t>
      </w:r>
      <w:r w:rsidRPr="00530BFE">
        <w:rPr>
          <w:szCs w:val="24"/>
        </w:rPr>
        <w:t xml:space="preserve">der Stadt ist das </w:t>
      </w:r>
      <w:r w:rsidR="00C0192F">
        <w:rPr>
          <w:szCs w:val="24"/>
        </w:rPr>
        <w:t>__________________</w:t>
      </w:r>
      <w:r w:rsidRPr="00530BFE">
        <w:rPr>
          <w:szCs w:val="24"/>
        </w:rPr>
        <w:t xml:space="preserve">. Dort ist das </w:t>
      </w:r>
      <w:r>
        <w:t>O</w:t>
      </w:r>
      <w:r w:rsidRPr="00530BFE">
        <w:rPr>
          <w:szCs w:val="24"/>
        </w:rPr>
        <w:t xml:space="preserve">rchester </w:t>
      </w:r>
      <w:r>
        <w:t xml:space="preserve">der Stadt </w:t>
      </w:r>
      <w:r w:rsidRPr="00530BFE">
        <w:rPr>
          <w:szCs w:val="24"/>
        </w:rPr>
        <w:t xml:space="preserve">zu Hause. Die </w:t>
      </w:r>
      <w:r>
        <w:t>Konzerts</w:t>
      </w:r>
      <w:r w:rsidRPr="00530BFE">
        <w:rPr>
          <w:szCs w:val="24"/>
        </w:rPr>
        <w:t xml:space="preserve">äle verteilen sich auf sieben </w:t>
      </w:r>
      <w:r w:rsidR="00C0192F">
        <w:rPr>
          <w:szCs w:val="24"/>
        </w:rPr>
        <w:t>___________________</w:t>
      </w:r>
      <w:r w:rsidRPr="00530BFE">
        <w:rPr>
          <w:szCs w:val="24"/>
        </w:rPr>
        <w:t xml:space="preserve"> </w:t>
      </w:r>
      <w:r>
        <w:t>–</w:t>
      </w:r>
      <w:r w:rsidRPr="00530BFE">
        <w:rPr>
          <w:szCs w:val="24"/>
        </w:rPr>
        <w:t xml:space="preserve"> die untersten liegen 15 Meter unter der Erde. Das Musikforum </w:t>
      </w:r>
      <w:r>
        <w:t xml:space="preserve">wurde </w:t>
      </w:r>
      <w:r w:rsidRPr="00530BFE">
        <w:rPr>
          <w:szCs w:val="24"/>
        </w:rPr>
        <w:t xml:space="preserve">Anfang </w:t>
      </w:r>
      <w:r w:rsidR="00C0192F">
        <w:rPr>
          <w:szCs w:val="24"/>
        </w:rPr>
        <w:t>_____________________</w:t>
      </w:r>
      <w:r>
        <w:t xml:space="preserve"> </w:t>
      </w:r>
      <w:r w:rsidRPr="00530BFE">
        <w:rPr>
          <w:szCs w:val="24"/>
        </w:rPr>
        <w:t xml:space="preserve">eröffnet. Für die erste Saison </w:t>
      </w:r>
      <w:r>
        <w:t xml:space="preserve">stehen </w:t>
      </w:r>
      <w:r w:rsidRPr="00530BFE">
        <w:rPr>
          <w:szCs w:val="24"/>
        </w:rPr>
        <w:t xml:space="preserve">rund </w:t>
      </w:r>
      <w:r w:rsidR="00C0192F">
        <w:rPr>
          <w:szCs w:val="24"/>
        </w:rPr>
        <w:t xml:space="preserve">_______________________ </w:t>
      </w:r>
      <w:r w:rsidRPr="00530BFE">
        <w:rPr>
          <w:szCs w:val="24"/>
        </w:rPr>
        <w:t xml:space="preserve">und Veranstaltungen </w:t>
      </w:r>
      <w:r>
        <w:t>auf dem Programm</w:t>
      </w:r>
      <w:r w:rsidRPr="00530BFE">
        <w:rPr>
          <w:szCs w:val="24"/>
        </w:rPr>
        <w:t>.</w:t>
      </w:r>
      <w:r w:rsidR="00C0192F">
        <w:br/>
      </w:r>
      <w:r>
        <w:t xml:space="preserve">2016 gibt es in Breslau zahlreiche </w:t>
      </w:r>
      <w:r w:rsidRPr="00530BFE">
        <w:t>Event</w:t>
      </w:r>
      <w:r>
        <w:t xml:space="preserve">s: vor allem </w:t>
      </w:r>
      <w:r w:rsidR="00C0192F">
        <w:t>______________________</w:t>
      </w:r>
      <w:r>
        <w:t xml:space="preserve"> und Konzerte – Klassik, Jazz und Rock.</w:t>
      </w:r>
      <w:r w:rsidRPr="00B53E36">
        <w:t xml:space="preserve"> </w:t>
      </w:r>
      <w:r>
        <w:t>Am 1. Mai spielen zum Beispiel t</w:t>
      </w:r>
      <w:r w:rsidRPr="00530BFE">
        <w:rPr>
          <w:szCs w:val="24"/>
        </w:rPr>
        <w:t xml:space="preserve">ausende </w:t>
      </w:r>
      <w:r w:rsidR="00C0192F">
        <w:rPr>
          <w:szCs w:val="24"/>
        </w:rPr>
        <w:t>_________________</w:t>
      </w:r>
      <w:r w:rsidRPr="00530BFE">
        <w:rPr>
          <w:szCs w:val="24"/>
        </w:rPr>
        <w:t xml:space="preserve"> </w:t>
      </w:r>
      <w:r>
        <w:t>zusammen auf dem Marktplatz „Hey Joe“</w:t>
      </w:r>
      <w:r w:rsidRPr="00530BFE">
        <w:rPr>
          <w:szCs w:val="24"/>
        </w:rPr>
        <w:t xml:space="preserve"> von Jimi Hendrix.</w:t>
      </w:r>
    </w:p>
    <w:p w14:paraId="192541A1" w14:textId="77777777" w:rsidR="00AF57F3" w:rsidRPr="00AF57F3" w:rsidRDefault="000A20E8" w:rsidP="00AF57F3">
      <w:pPr>
        <w:pStyle w:val="4Zitat"/>
        <w:spacing w:before="240"/>
        <w:rPr>
          <w:b/>
          <w:sz w:val="24"/>
          <w:szCs w:val="24"/>
        </w:rPr>
      </w:pPr>
      <w:r w:rsidRPr="00AF57F3">
        <w:rPr>
          <w:b/>
          <w:sz w:val="24"/>
          <w:szCs w:val="24"/>
        </w:rPr>
        <w:t>San Sebastián / Donostia</w:t>
      </w:r>
    </w:p>
    <w:p w14:paraId="45538D49" w14:textId="77777777" w:rsidR="000A20E8" w:rsidRDefault="000A20E8" w:rsidP="00AF57F3">
      <w:pPr>
        <w:pStyle w:val="4Zitat"/>
        <w:spacing w:before="60"/>
      </w:pPr>
      <w:r w:rsidRPr="00D94423">
        <w:rPr>
          <w:szCs w:val="24"/>
        </w:rPr>
        <w:t xml:space="preserve">San Sebastián </w:t>
      </w:r>
      <w:bookmarkStart w:id="0" w:name="_GoBack"/>
      <w:r>
        <w:rPr>
          <w:szCs w:val="24"/>
        </w:rPr>
        <w:t xml:space="preserve">(baskisch: </w:t>
      </w:r>
      <w:bookmarkEnd w:id="0"/>
      <w:r w:rsidRPr="00D94423">
        <w:rPr>
          <w:szCs w:val="24"/>
        </w:rPr>
        <w:t>Donostia</w:t>
      </w:r>
      <w:r>
        <w:rPr>
          <w:szCs w:val="24"/>
        </w:rPr>
        <w:t xml:space="preserve">) ist eine Küstenstadt in Nordspanien. Sie hat ca. 190.000 Einwohner. </w:t>
      </w:r>
      <w:r w:rsidRPr="00C86E0C">
        <w:rPr>
          <w:szCs w:val="24"/>
        </w:rPr>
        <w:t xml:space="preserve">Die Stadt hat einen alten Fischerhafen und große Strände, die zu den schönsten Stadtstränden der Welt gehören. </w:t>
      </w:r>
      <w:r>
        <w:rPr>
          <w:szCs w:val="24"/>
        </w:rPr>
        <w:t xml:space="preserve">Die spanische </w:t>
      </w:r>
      <w:r w:rsidRPr="000F0430">
        <w:rPr>
          <w:szCs w:val="24"/>
        </w:rPr>
        <w:t xml:space="preserve">Königin Isabella II. </w:t>
      </w:r>
      <w:r>
        <w:rPr>
          <w:szCs w:val="24"/>
        </w:rPr>
        <w:t xml:space="preserve">verbrachte im 19. Jahrhundert </w:t>
      </w:r>
      <w:r w:rsidRPr="000F0430">
        <w:rPr>
          <w:szCs w:val="24"/>
        </w:rPr>
        <w:t>mehrere Sommer in Donostia</w:t>
      </w:r>
      <w:r>
        <w:rPr>
          <w:szCs w:val="24"/>
        </w:rPr>
        <w:t xml:space="preserve"> und mit ihr viele andere berühmte Europäer. In dieser Zeit entstanden w</w:t>
      </w:r>
      <w:r w:rsidRPr="000F0430">
        <w:rPr>
          <w:szCs w:val="24"/>
        </w:rPr>
        <w:t>underschöne Gebäude</w:t>
      </w:r>
      <w:r>
        <w:rPr>
          <w:szCs w:val="24"/>
        </w:rPr>
        <w:t xml:space="preserve"> –Luxushotels, das </w:t>
      </w:r>
      <w:r w:rsidRPr="000F0430">
        <w:rPr>
          <w:szCs w:val="24"/>
        </w:rPr>
        <w:t xml:space="preserve">Theater </w:t>
      </w:r>
      <w:r>
        <w:rPr>
          <w:szCs w:val="24"/>
        </w:rPr>
        <w:t xml:space="preserve">und das </w:t>
      </w:r>
      <w:r w:rsidRPr="000F0430">
        <w:rPr>
          <w:szCs w:val="24"/>
        </w:rPr>
        <w:t xml:space="preserve">heutige Rathaus. </w:t>
      </w:r>
      <w:r w:rsidRPr="00C86E0C">
        <w:rPr>
          <w:szCs w:val="24"/>
        </w:rPr>
        <w:br/>
        <w:t>Berühmt ist San Sebastián für seine</w:t>
      </w:r>
      <w:r>
        <w:t xml:space="preserve"> Altstadt – und das gute Essen. Und darum kommen auch die meisten Touristen in die Stadt. San Sebastián ist – mit 16 Michelin-Sternen – die Gastronomie-Welthauptstadt. Nirgendwo isst man so gut wie hier. </w:t>
      </w:r>
      <w:r>
        <w:br/>
        <w:t>Weltweit bekannt ist auch das Internationale Filmfestival, das jedes Jahr im September stattfindet. Für 2016 sind über 60 spannende Kulturevents geplant – ein Antikriegsfestivals, Ausstellungen, Konzerte, Tanzveranstaltungen und Konferenzen.</w:t>
      </w:r>
      <w:r w:rsidRPr="000A20E8">
        <w:t xml:space="preserve"> </w:t>
      </w:r>
      <w:r>
        <w:t>Im Museum San Telmo kann man ab Mitte Juni Kunstwerke aus 21 europäischen Museen sehen. Außerdem gibt es eine Comic-Ausstellung und ein großes Musik-Festival mit dem Namen „Music-Box“.</w:t>
      </w:r>
      <w:r>
        <w:br/>
      </w:r>
    </w:p>
    <w:sectPr w:rsidR="000A20E8" w:rsidSect="008C6FF4">
      <w:headerReference w:type="even" r:id="rId8"/>
      <w:headerReference w:type="default" r:id="rId9"/>
      <w:footerReference w:type="even" r:id="rId10"/>
      <w:footerReference w:type="default" r:id="rId11"/>
      <w:type w:val="continuous"/>
      <w:pgSz w:w="11906" w:h="16838" w:code="9"/>
      <w:pgMar w:top="544" w:right="1361" w:bottom="1701" w:left="1361" w:header="737" w:footer="54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FF7EB2" w14:textId="77777777" w:rsidR="009B3B3D" w:rsidRDefault="009B3B3D">
      <w:r>
        <w:separator/>
      </w:r>
    </w:p>
    <w:p w14:paraId="12AC26E4" w14:textId="77777777" w:rsidR="009B3B3D" w:rsidRDefault="009B3B3D"/>
    <w:p w14:paraId="715CC374" w14:textId="77777777" w:rsidR="009B3B3D" w:rsidRDefault="009B3B3D"/>
    <w:p w14:paraId="0EC3360D" w14:textId="77777777" w:rsidR="009B3B3D" w:rsidRDefault="009B3B3D"/>
    <w:p w14:paraId="71FD3C67" w14:textId="77777777" w:rsidR="009B3B3D" w:rsidRDefault="009B3B3D"/>
    <w:p w14:paraId="1B0337A7" w14:textId="77777777" w:rsidR="009B3B3D" w:rsidRDefault="009B3B3D"/>
    <w:p w14:paraId="657ABB70" w14:textId="77777777" w:rsidR="009B3B3D" w:rsidRDefault="009B3B3D"/>
    <w:p w14:paraId="30759340" w14:textId="77777777" w:rsidR="009B3B3D" w:rsidRDefault="009B3B3D"/>
  </w:endnote>
  <w:endnote w:type="continuationSeparator" w:id="0">
    <w:p w14:paraId="4DA0FE5B" w14:textId="77777777" w:rsidR="009B3B3D" w:rsidRDefault="009B3B3D">
      <w:r>
        <w:continuationSeparator/>
      </w:r>
    </w:p>
    <w:p w14:paraId="344ABFE7" w14:textId="77777777" w:rsidR="009B3B3D" w:rsidRDefault="009B3B3D"/>
    <w:p w14:paraId="32B0C867" w14:textId="77777777" w:rsidR="009B3B3D" w:rsidRDefault="009B3B3D"/>
    <w:p w14:paraId="4304D5D5" w14:textId="77777777" w:rsidR="009B3B3D" w:rsidRDefault="009B3B3D"/>
    <w:p w14:paraId="2B8C31FC" w14:textId="77777777" w:rsidR="009B3B3D" w:rsidRDefault="009B3B3D"/>
    <w:p w14:paraId="3C664FB6" w14:textId="77777777" w:rsidR="009B3B3D" w:rsidRDefault="009B3B3D"/>
    <w:p w14:paraId="3C0CD7AD" w14:textId="77777777" w:rsidR="009B3B3D" w:rsidRDefault="009B3B3D"/>
    <w:p w14:paraId="53BAEA87" w14:textId="77777777" w:rsidR="009B3B3D" w:rsidRDefault="009B3B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Tahoma">
    <w:panose1 w:val="020B0604030504040204"/>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Comic Sans MS">
    <w:panose1 w:val="030F0702030302020204"/>
    <w:charset w:val="00"/>
    <w:family w:val="auto"/>
    <w:pitch w:val="variable"/>
    <w:sig w:usb0="00000003" w:usb1="00000000" w:usb2="00000000" w:usb3="00000000" w:csb0="00000001" w:csb1="00000000"/>
  </w:font>
  <w:font w:name="Webdings">
    <w:panose1 w:val="05030102010509060703"/>
    <w:charset w:val="02"/>
    <w:family w:val="auto"/>
    <w:pitch w:val="variable"/>
    <w:sig w:usb0="00000000" w:usb1="10000000" w:usb2="00000000" w:usb3="00000000" w:csb0="80000000"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DCDEE0" w14:textId="77777777" w:rsidR="00C030FF" w:rsidRDefault="00C030FF" w:rsidP="00E44005">
    <w:r>
      <w:fldChar w:fldCharType="begin"/>
    </w:r>
    <w:r>
      <w:instrText xml:space="preserve">PAGE  </w:instrText>
    </w:r>
    <w:r>
      <w:fldChar w:fldCharType="separate"/>
    </w:r>
    <w:r w:rsidR="00730388">
      <w:rPr>
        <w:noProof/>
      </w:rPr>
      <w:t>5</w:t>
    </w:r>
    <w:r>
      <w:fldChar w:fldCharType="end"/>
    </w:r>
  </w:p>
  <w:p w14:paraId="4C5F3734" w14:textId="77777777" w:rsidR="00C030FF" w:rsidRDefault="00C030FF" w:rsidP="00E44005"/>
  <w:p w14:paraId="7BD59B3B" w14:textId="77777777" w:rsidR="00C030FF" w:rsidRDefault="00C030FF"/>
  <w:p w14:paraId="4CB1225D" w14:textId="77777777" w:rsidR="00C030FF" w:rsidRDefault="00C030FF"/>
  <w:p w14:paraId="42803469" w14:textId="77777777" w:rsidR="00C030FF" w:rsidRDefault="00C030FF"/>
  <w:p w14:paraId="4B6765D4" w14:textId="77777777" w:rsidR="00C030FF" w:rsidRDefault="00C030FF"/>
  <w:p w14:paraId="58BA4D02" w14:textId="77777777" w:rsidR="00C030FF" w:rsidRDefault="00C030FF"/>
  <w:p w14:paraId="7E291B24" w14:textId="77777777" w:rsidR="00C030FF" w:rsidRDefault="00C030FF"/>
  <w:p w14:paraId="0A0336FB" w14:textId="77777777" w:rsidR="00C030FF" w:rsidRDefault="00C030FF"/>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99" w:type="dxa"/>
      <w:tblInd w:w="-57" w:type="dxa"/>
      <w:tblCellMar>
        <w:left w:w="0" w:type="dxa"/>
        <w:right w:w="0" w:type="dxa"/>
      </w:tblCellMar>
      <w:tblLook w:val="01E0" w:firstRow="1" w:lastRow="1" w:firstColumn="1" w:lastColumn="1" w:noHBand="0" w:noVBand="0"/>
    </w:tblPr>
    <w:tblGrid>
      <w:gridCol w:w="1919"/>
      <w:gridCol w:w="4519"/>
      <w:gridCol w:w="2861"/>
    </w:tblGrid>
    <w:tr w:rsidR="00383D1A" w14:paraId="02AD5B89" w14:textId="77777777">
      <w:tc>
        <w:tcPr>
          <w:tcW w:w="1919" w:type="dxa"/>
          <w:tcBorders>
            <w:top w:val="single" w:sz="4" w:space="0" w:color="808080"/>
            <w:left w:val="nil"/>
            <w:bottom w:val="nil"/>
            <w:right w:val="nil"/>
          </w:tcBorders>
        </w:tcPr>
        <w:p w14:paraId="7B938556" w14:textId="77777777" w:rsidR="00383D1A" w:rsidRDefault="009A385F" w:rsidP="00383D1A">
          <w:pPr>
            <w:spacing w:after="0"/>
            <w:rPr>
              <w:lang w:bidi="x-none"/>
            </w:rPr>
          </w:pPr>
          <w:r>
            <w:rPr>
              <w:bCs/>
              <w:noProof/>
            </w:rPr>
            <w:drawing>
              <wp:inline distT="0" distB="0" distL="0" distR="0" wp14:anchorId="06319E2B" wp14:editId="388D7EBC">
                <wp:extent cx="1131570" cy="322580"/>
                <wp:effectExtent l="0" t="0" r="11430" b="7620"/>
                <wp:docPr id="1" name="Bild 1" descr="Cornelsen sw 80Proz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nelsen sw 80Proz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1570" cy="322580"/>
                        </a:xfrm>
                        <a:prstGeom prst="rect">
                          <a:avLst/>
                        </a:prstGeom>
                        <a:noFill/>
                        <a:ln>
                          <a:noFill/>
                        </a:ln>
                      </pic:spPr>
                    </pic:pic>
                  </a:graphicData>
                </a:graphic>
              </wp:inline>
            </w:drawing>
          </w:r>
        </w:p>
      </w:tc>
      <w:tc>
        <w:tcPr>
          <w:tcW w:w="4519" w:type="dxa"/>
          <w:tcBorders>
            <w:top w:val="single" w:sz="4" w:space="0" w:color="808080"/>
            <w:left w:val="nil"/>
            <w:bottom w:val="nil"/>
            <w:right w:val="nil"/>
          </w:tcBorders>
        </w:tcPr>
        <w:p w14:paraId="656F3232" w14:textId="77777777" w:rsidR="00383D1A" w:rsidRDefault="00383D1A" w:rsidP="00C80CF6">
          <w:pPr>
            <w:pStyle w:val="RahmenFuzeile"/>
            <w:rPr>
              <w:sz w:val="22"/>
              <w:lang w:bidi="x-none"/>
            </w:rPr>
          </w:pPr>
          <w:r w:rsidRPr="0051288F">
            <w:rPr>
              <w:lang w:bidi="x-none"/>
            </w:rPr>
            <w:t xml:space="preserve">Autor: </w:t>
          </w:r>
          <w:r w:rsidR="00B36C62">
            <w:rPr>
              <w:lang w:bidi="x-none"/>
            </w:rPr>
            <w:t>Dagmar Giersberg</w:t>
          </w:r>
          <w:r w:rsidR="005229B8">
            <w:rPr>
              <w:lang w:bidi="x-none"/>
            </w:rPr>
            <w:br/>
          </w:r>
          <w:r w:rsidRPr="008F515A">
            <w:rPr>
              <w:lang w:bidi="x-none"/>
            </w:rPr>
            <w:t>www.cornelsen.de/</w:t>
          </w:r>
          <w:r w:rsidR="00C80CF6">
            <w:rPr>
              <w:lang w:bidi="x-none"/>
            </w:rPr>
            <w:t>daf</w:t>
          </w:r>
          <w:r>
            <w:rPr>
              <w:lang w:bidi="x-none"/>
            </w:rPr>
            <w:t xml:space="preserve"> </w:t>
          </w:r>
        </w:p>
      </w:tc>
      <w:tc>
        <w:tcPr>
          <w:tcW w:w="2861" w:type="dxa"/>
          <w:tcBorders>
            <w:top w:val="single" w:sz="4" w:space="0" w:color="808080"/>
            <w:left w:val="nil"/>
            <w:bottom w:val="nil"/>
            <w:right w:val="nil"/>
          </w:tcBorders>
        </w:tcPr>
        <w:p w14:paraId="75E58F0A" w14:textId="77777777" w:rsidR="00383D1A" w:rsidRPr="005229B8" w:rsidRDefault="00383D1A" w:rsidP="00EA1953">
          <w:pPr>
            <w:pStyle w:val="RahmenFuzeile"/>
            <w:jc w:val="right"/>
            <w:rPr>
              <w:lang w:bidi="x-none"/>
            </w:rPr>
          </w:pPr>
          <w:r>
            <w:rPr>
              <w:lang w:bidi="x-none"/>
            </w:rPr>
            <w:t xml:space="preserve">Seite </w:t>
          </w:r>
          <w:r>
            <w:rPr>
              <w:lang w:bidi="x-none"/>
            </w:rPr>
            <w:fldChar w:fldCharType="begin"/>
          </w:r>
          <w:r>
            <w:rPr>
              <w:lang w:bidi="x-none"/>
            </w:rPr>
            <w:instrText xml:space="preserve"> PAGE </w:instrText>
          </w:r>
          <w:r>
            <w:rPr>
              <w:lang w:bidi="x-none"/>
            </w:rPr>
            <w:fldChar w:fldCharType="separate"/>
          </w:r>
          <w:r w:rsidR="00B92CA6">
            <w:rPr>
              <w:noProof/>
              <w:lang w:bidi="x-none"/>
            </w:rPr>
            <w:t>2</w:t>
          </w:r>
          <w:r>
            <w:rPr>
              <w:lang w:bidi="x-none"/>
            </w:rPr>
            <w:fldChar w:fldCharType="end"/>
          </w:r>
          <w:r>
            <w:rPr>
              <w:lang w:bidi="x-none"/>
            </w:rPr>
            <w:t xml:space="preserve"> von </w:t>
          </w:r>
          <w:r>
            <w:rPr>
              <w:lang w:bidi="x-none"/>
            </w:rPr>
            <w:fldChar w:fldCharType="begin"/>
          </w:r>
          <w:r>
            <w:rPr>
              <w:lang w:bidi="x-none"/>
            </w:rPr>
            <w:instrText xml:space="preserve"> NUMPAGES </w:instrText>
          </w:r>
          <w:r>
            <w:rPr>
              <w:lang w:bidi="x-none"/>
            </w:rPr>
            <w:fldChar w:fldCharType="separate"/>
          </w:r>
          <w:r w:rsidR="00B92CA6">
            <w:rPr>
              <w:noProof/>
              <w:lang w:bidi="x-none"/>
            </w:rPr>
            <w:t>2</w:t>
          </w:r>
          <w:r>
            <w:rPr>
              <w:lang w:bidi="x-none"/>
            </w:rPr>
            <w:fldChar w:fldCharType="end"/>
          </w:r>
          <w:r w:rsidR="005229B8">
            <w:rPr>
              <w:lang w:bidi="x-none"/>
            </w:rPr>
            <w:br/>
          </w:r>
        </w:p>
      </w:tc>
    </w:tr>
  </w:tbl>
  <w:p w14:paraId="4F9D55A2" w14:textId="77777777" w:rsidR="00C030FF" w:rsidRDefault="00C030FF" w:rsidP="00BE6C78">
    <w:pPr>
      <w:pStyle w:val="Rahmen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FBC83A" w14:textId="77777777" w:rsidR="009B3B3D" w:rsidRDefault="009B3B3D">
      <w:r>
        <w:separator/>
      </w:r>
    </w:p>
    <w:p w14:paraId="3C3D2E44" w14:textId="77777777" w:rsidR="009B3B3D" w:rsidRDefault="009B3B3D"/>
    <w:p w14:paraId="1224AE56" w14:textId="77777777" w:rsidR="009B3B3D" w:rsidRDefault="009B3B3D"/>
    <w:p w14:paraId="2440E599" w14:textId="77777777" w:rsidR="009B3B3D" w:rsidRDefault="009B3B3D"/>
    <w:p w14:paraId="68B4D594" w14:textId="77777777" w:rsidR="009B3B3D" w:rsidRDefault="009B3B3D"/>
    <w:p w14:paraId="7C72750A" w14:textId="77777777" w:rsidR="009B3B3D" w:rsidRDefault="009B3B3D"/>
    <w:p w14:paraId="4E00FE83" w14:textId="77777777" w:rsidR="009B3B3D" w:rsidRDefault="009B3B3D"/>
    <w:p w14:paraId="1730C76D" w14:textId="77777777" w:rsidR="009B3B3D" w:rsidRDefault="009B3B3D"/>
  </w:footnote>
  <w:footnote w:type="continuationSeparator" w:id="0">
    <w:p w14:paraId="76FDB97E" w14:textId="77777777" w:rsidR="009B3B3D" w:rsidRDefault="009B3B3D">
      <w:r>
        <w:continuationSeparator/>
      </w:r>
    </w:p>
    <w:p w14:paraId="7EC202F7" w14:textId="77777777" w:rsidR="009B3B3D" w:rsidRDefault="009B3B3D"/>
    <w:p w14:paraId="73F8C905" w14:textId="77777777" w:rsidR="009B3B3D" w:rsidRDefault="009B3B3D"/>
    <w:p w14:paraId="2A44B86F" w14:textId="77777777" w:rsidR="009B3B3D" w:rsidRDefault="009B3B3D"/>
    <w:p w14:paraId="2964384B" w14:textId="77777777" w:rsidR="009B3B3D" w:rsidRDefault="009B3B3D"/>
    <w:p w14:paraId="04D0510B" w14:textId="77777777" w:rsidR="009B3B3D" w:rsidRDefault="009B3B3D"/>
    <w:p w14:paraId="46C1C486" w14:textId="77777777" w:rsidR="009B3B3D" w:rsidRDefault="009B3B3D"/>
    <w:p w14:paraId="129D24FF" w14:textId="77777777" w:rsidR="009B3B3D" w:rsidRDefault="009B3B3D"/>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37F29" w14:textId="77777777" w:rsidR="000819A0" w:rsidRDefault="000819A0">
    <w:pPr>
      <w:pStyle w:val="Kopfzeile"/>
    </w:pPr>
  </w:p>
  <w:p w14:paraId="42621BF7" w14:textId="77777777" w:rsidR="00383FB9" w:rsidRDefault="00383FB9"/>
  <w:p w14:paraId="48D7A4ED" w14:textId="77777777" w:rsidR="00383FB9" w:rsidRDefault="00383FB9"/>
  <w:p w14:paraId="13DEFBE8" w14:textId="77777777" w:rsidR="00383FB9" w:rsidRDefault="00383FB9"/>
  <w:p w14:paraId="6C72A4A8" w14:textId="77777777" w:rsidR="00383FB9" w:rsidRDefault="00383FB9"/>
  <w:p w14:paraId="0523B5C6" w14:textId="77777777" w:rsidR="00383FB9" w:rsidRDefault="00383FB9"/>
  <w:p w14:paraId="46012068" w14:textId="77777777" w:rsidR="00383FB9" w:rsidRDefault="00383FB9"/>
  <w:p w14:paraId="34450774" w14:textId="77777777" w:rsidR="00383FB9" w:rsidRDefault="00383FB9"/>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5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57" w:type="dxa"/>
        <w:right w:w="57" w:type="dxa"/>
      </w:tblCellMar>
      <w:tblLook w:val="01E0" w:firstRow="1" w:lastRow="1" w:firstColumn="1" w:lastColumn="1" w:noHBand="0" w:noVBand="0"/>
    </w:tblPr>
    <w:tblGrid>
      <w:gridCol w:w="4638"/>
      <w:gridCol w:w="4603"/>
    </w:tblGrid>
    <w:tr w:rsidR="009F6231" w14:paraId="6EE35549" w14:textId="77777777">
      <w:trPr>
        <w:trHeight w:val="510"/>
      </w:trPr>
      <w:tc>
        <w:tcPr>
          <w:tcW w:w="4638" w:type="dxa"/>
          <w:tcBorders>
            <w:top w:val="nil"/>
            <w:left w:val="nil"/>
            <w:right w:val="nil"/>
          </w:tcBorders>
        </w:tcPr>
        <w:p w14:paraId="2B3C1DA2" w14:textId="77777777" w:rsidR="009F6231" w:rsidRDefault="009A385F" w:rsidP="007B608D">
          <w:pPr>
            <w:pStyle w:val="RahmenKopfzeilelinks"/>
            <w:spacing w:before="60"/>
            <w:rPr>
              <w:lang w:bidi="x-none"/>
            </w:rPr>
          </w:pPr>
          <w:r>
            <w:rPr>
              <w:noProof/>
            </w:rPr>
            <w:drawing>
              <wp:anchor distT="0" distB="0" distL="114300" distR="114300" simplePos="0" relativeHeight="251658240" behindDoc="0" locked="0" layoutInCell="1" allowOverlap="1" wp14:anchorId="64EFFDF2" wp14:editId="65EE21A6">
                <wp:simplePos x="0" y="0"/>
                <wp:positionH relativeFrom="column">
                  <wp:posOffset>2835910</wp:posOffset>
                </wp:positionH>
                <wp:positionV relativeFrom="paragraph">
                  <wp:posOffset>241935</wp:posOffset>
                </wp:positionV>
                <wp:extent cx="1026160" cy="219075"/>
                <wp:effectExtent l="0" t="0" r="0" b="9525"/>
                <wp:wrapNone/>
                <wp:docPr id="110" name="Bild 110" descr="mzul_2012_daf_studio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mzul_2012_daf_studio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6160" cy="2190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7B8DDD5B" wp14:editId="0C71D629">
                    <wp:simplePos x="0" y="0"/>
                    <wp:positionH relativeFrom="margin">
                      <wp:posOffset>-501015</wp:posOffset>
                    </wp:positionH>
                    <wp:positionV relativeFrom="paragraph">
                      <wp:posOffset>-443230</wp:posOffset>
                    </wp:positionV>
                    <wp:extent cx="278130" cy="10634345"/>
                    <wp:effectExtent l="0" t="0" r="0" b="0"/>
                    <wp:wrapNone/>
                    <wp:docPr id="2"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 cy="10634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8E753C" w14:textId="77777777" w:rsidR="00DC3001" w:rsidRDefault="00DC3001" w:rsidP="00D71861">
                                <w:pPr>
                                  <w:pStyle w:val="RahmenCopyrightvermerk"/>
                                  <w:rPr>
                                    <w:rFonts w:cs="Arial"/>
                                  </w:rPr>
                                </w:pPr>
                                <w:r>
                                  <w:t>©  201</w:t>
                                </w:r>
                                <w:r w:rsidR="00FC0FE2">
                                  <w:t>5</w:t>
                                </w:r>
                                <w:r>
                                  <w:t xml:space="preserve"> Cornelsen </w:t>
                                </w:r>
                                <w:r w:rsidR="00374209">
                                  <w:t>Schulv</w:t>
                                </w:r>
                                <w:r>
                                  <w:t xml:space="preserve">erlag, Berlin. </w:t>
                                </w:r>
                                <w:r w:rsidR="00374209">
                                  <w:br/>
                                </w:r>
                                <w:r>
                                  <w:t>Alle Rechte vorbehalten.</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04" o:spid="_x0000_s1030" type="#_x0000_t202" style="position:absolute;left:0;text-align:left;margin-left:-39.4pt;margin-top:-34.85pt;width:21.9pt;height:837.3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" filled="f" stroked="f">
                    <v:textbox style="layout-flow:vertical;mso-layout-flow-alt:bottom-to-top" inset="0,0,0,0">
                      <w:txbxContent>
                        <w:p w:rsidR="00DC3001" w:rsidRDefault="00DC3001" w:rsidP="00D71861">
                          <w:pPr>
                            <w:pStyle w:val="RahmenCopyrightvermerk"/>
                            <w:rPr>
                              <w:rFonts w:cs="Arial"/>
                            </w:rPr>
                          </w:pPr>
                          <w:r>
                            <w:t>©  201</w:t>
                          </w:r>
                          <w:r w:rsidR="00FC0FE2">
                            <w:t>5</w:t>
                          </w:r>
                          <w:r>
                            <w:t xml:space="preserve"> Cornelsen </w:t>
                          </w:r>
                          <w:r w:rsidR="00374209">
                            <w:t>Schulv</w:t>
                          </w:r>
                          <w:r>
                            <w:t xml:space="preserve">erlag, Berlin. </w:t>
                          </w:r>
                          <w:r w:rsidR="00374209">
                            <w:br/>
                          </w:r>
                          <w:r>
                            <w:t>Alle Rechte vorbehalten.</w:t>
                          </w:r>
                        </w:p>
                      </w:txbxContent>
                    </v:textbox>
                    <w10:wrap anchorx="margin"/>
                  </v:shape>
                </w:pict>
              </mc:Fallback>
            </mc:AlternateContent>
          </w:r>
          <w:r w:rsidR="009F6231" w:rsidRPr="007A5025">
            <w:rPr>
              <w:rStyle w:val="RahmenSymbol"/>
              <w:lang w:bidi="x-none"/>
            </w:rPr>
            <w:t></w:t>
          </w:r>
          <w:r w:rsidR="00E66908">
            <w:rPr>
              <w:rStyle w:val="RahmenKopfzeilelinksZchnZchn"/>
            </w:rPr>
            <w:t>Materialien zu</w:t>
          </w:r>
          <w:r w:rsidR="007B608D">
            <w:rPr>
              <w:rStyle w:val="RahmenKopfzeilelinksZchnZchn"/>
            </w:rPr>
            <w:t xml:space="preserve"> unseren Lehrwerken</w:t>
          </w:r>
        </w:p>
      </w:tc>
      <w:tc>
        <w:tcPr>
          <w:tcW w:w="4603" w:type="dxa"/>
          <w:tcBorders>
            <w:top w:val="nil"/>
            <w:left w:val="nil"/>
            <w:right w:val="nil"/>
          </w:tcBorders>
        </w:tcPr>
        <w:p w14:paraId="3C499B9B" w14:textId="77777777" w:rsidR="009F6231" w:rsidRDefault="007B608D" w:rsidP="00FD7DA5">
          <w:pPr>
            <w:pStyle w:val="RahmenKopfzeilerechts"/>
            <w:spacing w:before="60"/>
            <w:rPr>
              <w:lang w:bidi="x-none"/>
            </w:rPr>
          </w:pPr>
          <w:r>
            <w:rPr>
              <w:rStyle w:val="RahmenKopfzeilerechtsZchnZchn"/>
            </w:rPr>
            <w:t xml:space="preserve">Deutsch </w:t>
          </w:r>
          <w:r w:rsidR="00FD7DA5">
            <w:rPr>
              <w:rStyle w:val="RahmenKopfzeilerechtsZchnZchn"/>
            </w:rPr>
            <w:t>als Fremdsprache</w:t>
          </w:r>
          <w:r w:rsidR="009F6231" w:rsidRPr="004624C4">
            <w:rPr>
              <w:rStyle w:val="RahmenSymbol"/>
              <w:i w:val="0"/>
              <w:lang w:bidi="x-none"/>
            </w:rPr>
            <w:t></w:t>
          </w:r>
        </w:p>
      </w:tc>
    </w:tr>
  </w:tbl>
  <w:p w14:paraId="224BB267" w14:textId="77777777" w:rsidR="00817D12" w:rsidRPr="00C87972" w:rsidRDefault="007B608D" w:rsidP="00C87972">
    <w:pPr>
      <w:pStyle w:val="RahmenKopfzeileSubtitel"/>
    </w:pPr>
    <w:r>
      <w:t xml:space="preserve">Band </w:t>
    </w:r>
    <w:r w:rsidR="00B36C62">
      <w:t>A2</w:t>
    </w:r>
    <w:r>
      <w:t xml:space="preserve">, Einheit </w:t>
    </w:r>
    <w:r w:rsidR="00FC0FE2">
      <w:t>8</w:t>
    </w:r>
    <w:r w:rsidR="00C87972" w:rsidRPr="00C87972">
      <w:br/>
    </w:r>
    <w:r w:rsidR="00C87972" w:rsidRPr="00C87972">
      <w:br/>
    </w:r>
  </w:p>
  <w:tbl>
    <w:tblPr>
      <w:tblW w:w="9242" w:type="dxa"/>
      <w:tblInd w:w="5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57" w:type="dxa"/>
        <w:right w:w="57" w:type="dxa"/>
      </w:tblCellMar>
      <w:tblLook w:val="01E0" w:firstRow="1" w:lastRow="1" w:firstColumn="1" w:lastColumn="1" w:noHBand="0" w:noVBand="0"/>
    </w:tblPr>
    <w:tblGrid>
      <w:gridCol w:w="4383"/>
      <w:gridCol w:w="2513"/>
      <w:gridCol w:w="2346"/>
    </w:tblGrid>
    <w:tr w:rsidR="00670EC9" w:rsidRPr="004624C4" w14:paraId="3DE89DB2" w14:textId="77777777" w:rsidTr="00D71861">
      <w:tc>
        <w:tcPr>
          <w:tcW w:w="4383" w:type="dxa"/>
          <w:tcBorders>
            <w:top w:val="nil"/>
            <w:right w:val="nil"/>
          </w:tcBorders>
        </w:tcPr>
        <w:p w14:paraId="4D07EE03" w14:textId="77777777" w:rsidR="00670EC9" w:rsidRDefault="00670EC9" w:rsidP="004624C4">
          <w:pPr>
            <w:pStyle w:val="1Standardflietext"/>
            <w:spacing w:before="60"/>
            <w:rPr>
              <w:lang w:bidi="x-none"/>
            </w:rPr>
          </w:pPr>
          <w:r>
            <w:rPr>
              <w:lang w:bidi="x-none"/>
            </w:rPr>
            <w:t xml:space="preserve">Name: </w:t>
          </w:r>
        </w:p>
      </w:tc>
      <w:tc>
        <w:tcPr>
          <w:tcW w:w="2513" w:type="dxa"/>
          <w:tcBorders>
            <w:top w:val="nil"/>
            <w:left w:val="nil"/>
            <w:right w:val="nil"/>
          </w:tcBorders>
        </w:tcPr>
        <w:p w14:paraId="4442C5B4" w14:textId="77777777" w:rsidR="00670EC9" w:rsidRPr="004624C4" w:rsidRDefault="00670EC9" w:rsidP="004624C4">
          <w:pPr>
            <w:pStyle w:val="1Standardflietext"/>
            <w:spacing w:before="60"/>
            <w:rPr>
              <w:sz w:val="22"/>
              <w:lang w:bidi="x-none"/>
            </w:rPr>
          </w:pPr>
          <w:r>
            <w:rPr>
              <w:lang w:bidi="x-none"/>
            </w:rPr>
            <w:t xml:space="preserve">Klasse: </w:t>
          </w:r>
        </w:p>
      </w:tc>
      <w:tc>
        <w:tcPr>
          <w:tcW w:w="2346" w:type="dxa"/>
          <w:tcBorders>
            <w:top w:val="nil"/>
            <w:left w:val="nil"/>
            <w:right w:val="single" w:sz="4" w:space="0" w:color="808080"/>
          </w:tcBorders>
        </w:tcPr>
        <w:p w14:paraId="50A75159" w14:textId="77777777" w:rsidR="00670EC9" w:rsidRPr="004624C4" w:rsidRDefault="00670EC9" w:rsidP="004624C4">
          <w:pPr>
            <w:pStyle w:val="1Standardflietext"/>
            <w:spacing w:before="60"/>
            <w:rPr>
              <w:sz w:val="22"/>
              <w:lang w:bidi="x-none"/>
            </w:rPr>
          </w:pPr>
          <w:r>
            <w:rPr>
              <w:lang w:bidi="x-none"/>
            </w:rPr>
            <w:t>Datum:</w:t>
          </w:r>
        </w:p>
      </w:tc>
    </w:tr>
  </w:tbl>
  <w:p w14:paraId="1FF691C1" w14:textId="77777777" w:rsidR="00C030FF" w:rsidRDefault="00C87972" w:rsidP="00C87972">
    <w:pPr>
      <w:pStyle w:val="RahmenKopfzeileSubtitel"/>
    </w:pPr>
    <w:r>
      <w:br/>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1.35pt;height:11.35pt" o:bullet="t">
        <v:imagedata r:id="rId1" o:title="mso1C3"/>
      </v:shape>
    </w:pict>
  </w:numPicBullet>
  <w:abstractNum w:abstractNumId="0">
    <w:nsid w:val="FFFFFF1D"/>
    <w:multiLevelType w:val="multilevel"/>
    <w:tmpl w:val="F0CC8C7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C92B642"/>
    <w:lvl w:ilvl="0">
      <w:start w:val="1"/>
      <w:numFmt w:val="decimal"/>
      <w:lvlText w:val="%1."/>
      <w:lvlJc w:val="left"/>
      <w:pPr>
        <w:tabs>
          <w:tab w:val="num" w:pos="1492"/>
        </w:tabs>
        <w:ind w:left="1492" w:hanging="360"/>
      </w:pPr>
    </w:lvl>
  </w:abstractNum>
  <w:abstractNum w:abstractNumId="2">
    <w:nsid w:val="FFFFFF7D"/>
    <w:multiLevelType w:val="singleLevel"/>
    <w:tmpl w:val="94062F2A"/>
    <w:lvl w:ilvl="0">
      <w:start w:val="1"/>
      <w:numFmt w:val="decimal"/>
      <w:lvlText w:val="%1."/>
      <w:lvlJc w:val="left"/>
      <w:pPr>
        <w:tabs>
          <w:tab w:val="num" w:pos="1209"/>
        </w:tabs>
        <w:ind w:left="1209" w:hanging="360"/>
      </w:pPr>
    </w:lvl>
  </w:abstractNum>
  <w:abstractNum w:abstractNumId="3">
    <w:nsid w:val="FFFFFF7E"/>
    <w:multiLevelType w:val="singleLevel"/>
    <w:tmpl w:val="002265D4"/>
    <w:lvl w:ilvl="0">
      <w:start w:val="1"/>
      <w:numFmt w:val="decimal"/>
      <w:lvlText w:val="%1."/>
      <w:lvlJc w:val="left"/>
      <w:pPr>
        <w:tabs>
          <w:tab w:val="num" w:pos="926"/>
        </w:tabs>
        <w:ind w:left="926" w:hanging="360"/>
      </w:pPr>
    </w:lvl>
  </w:abstractNum>
  <w:abstractNum w:abstractNumId="4">
    <w:nsid w:val="FFFFFF7F"/>
    <w:multiLevelType w:val="singleLevel"/>
    <w:tmpl w:val="1532A7BA"/>
    <w:lvl w:ilvl="0">
      <w:start w:val="1"/>
      <w:numFmt w:val="decimal"/>
      <w:lvlText w:val="%1."/>
      <w:lvlJc w:val="left"/>
      <w:pPr>
        <w:tabs>
          <w:tab w:val="num" w:pos="643"/>
        </w:tabs>
        <w:ind w:left="643" w:hanging="360"/>
      </w:pPr>
    </w:lvl>
  </w:abstractNum>
  <w:abstractNum w:abstractNumId="5">
    <w:nsid w:val="FFFFFF80"/>
    <w:multiLevelType w:val="singleLevel"/>
    <w:tmpl w:val="512ED01C"/>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4E8E2E9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BD5E43AA"/>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5406F7C6"/>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A5064A7E"/>
    <w:lvl w:ilvl="0">
      <w:start w:val="1"/>
      <w:numFmt w:val="decimal"/>
      <w:lvlText w:val="%1."/>
      <w:lvlJc w:val="left"/>
      <w:pPr>
        <w:tabs>
          <w:tab w:val="num" w:pos="360"/>
        </w:tabs>
        <w:ind w:left="360" w:hanging="360"/>
      </w:pPr>
    </w:lvl>
  </w:abstractNum>
  <w:abstractNum w:abstractNumId="10">
    <w:nsid w:val="FFFFFF89"/>
    <w:multiLevelType w:val="singleLevel"/>
    <w:tmpl w:val="90CE9990"/>
    <w:lvl w:ilvl="0">
      <w:start w:val="1"/>
      <w:numFmt w:val="bullet"/>
      <w:lvlText w:val=""/>
      <w:lvlJc w:val="left"/>
      <w:pPr>
        <w:tabs>
          <w:tab w:val="num" w:pos="360"/>
        </w:tabs>
        <w:ind w:left="360" w:hanging="360"/>
      </w:pPr>
      <w:rPr>
        <w:rFonts w:ascii="Symbol" w:hAnsi="Symbol" w:hint="default"/>
      </w:rPr>
    </w:lvl>
  </w:abstractNum>
  <w:abstractNum w:abstractNumId="11">
    <w:nsid w:val="0EC6742A"/>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58508F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3465558C"/>
    <w:multiLevelType w:val="multilevel"/>
    <w:tmpl w:val="04070027"/>
    <w:lvl w:ilvl="0">
      <w:start w:val="1"/>
      <w:numFmt w:val="upperRoman"/>
      <w:pStyle w:val="berschrift1"/>
      <w:lvlText w:val="%1."/>
      <w:lvlJc w:val="left"/>
      <w:pPr>
        <w:ind w:left="0" w:firstLine="0"/>
      </w:pPr>
      <w:rPr>
        <w:rFonts w:hint="default"/>
        <w:b w:val="0"/>
        <w:i w:val="0"/>
        <w:color w:val="auto"/>
        <w:sz w:val="16"/>
        <w:szCs w:val="16"/>
      </w:rPr>
    </w:lvl>
    <w:lvl w:ilvl="1">
      <w:start w:val="1"/>
      <w:numFmt w:val="upperLetter"/>
      <w:pStyle w:val="berschrift2"/>
      <w:lvlText w:val="%2."/>
      <w:lvlJc w:val="left"/>
      <w:pPr>
        <w:ind w:left="720" w:firstLine="0"/>
      </w:pPr>
    </w:lvl>
    <w:lvl w:ilvl="2">
      <w:start w:val="1"/>
      <w:numFmt w:val="decimal"/>
      <w:pStyle w:val="berschrift3"/>
      <w:lvlText w:val="%3."/>
      <w:lvlJc w:val="left"/>
      <w:pPr>
        <w:ind w:left="1440" w:firstLine="0"/>
      </w:pPr>
    </w:lvl>
    <w:lvl w:ilvl="3">
      <w:start w:val="1"/>
      <w:numFmt w:val="lowerLetter"/>
      <w:pStyle w:val="berschrift4"/>
      <w:lvlText w:val="%4)"/>
      <w:lvlJc w:val="left"/>
      <w:pPr>
        <w:ind w:left="2160" w:firstLine="0"/>
      </w:pPr>
    </w:lvl>
    <w:lvl w:ilvl="4">
      <w:start w:val="1"/>
      <w:numFmt w:val="decimal"/>
      <w:pStyle w:val="berschrift5"/>
      <w:lvlText w:val="(%5)"/>
      <w:lvlJc w:val="left"/>
      <w:pPr>
        <w:ind w:left="2880" w:firstLine="0"/>
      </w:pPr>
    </w:lvl>
    <w:lvl w:ilvl="5">
      <w:start w:val="1"/>
      <w:numFmt w:val="lowerLetter"/>
      <w:pStyle w:val="berschrift6"/>
      <w:lvlText w:val="(%6)"/>
      <w:lvlJc w:val="left"/>
      <w:pPr>
        <w:ind w:left="3600" w:firstLine="0"/>
      </w:pPr>
    </w:lvl>
    <w:lvl w:ilvl="6">
      <w:start w:val="1"/>
      <w:numFmt w:val="lowerRoman"/>
      <w:pStyle w:val="berschrift7"/>
      <w:lvlText w:val="(%7)"/>
      <w:lvlJc w:val="left"/>
      <w:pPr>
        <w:ind w:left="4320" w:firstLine="0"/>
      </w:pPr>
    </w:lvl>
    <w:lvl w:ilvl="7">
      <w:start w:val="1"/>
      <w:numFmt w:val="lowerLetter"/>
      <w:pStyle w:val="berschrift8"/>
      <w:lvlText w:val="(%8)"/>
      <w:lvlJc w:val="left"/>
      <w:pPr>
        <w:ind w:left="5040" w:firstLine="0"/>
      </w:pPr>
    </w:lvl>
    <w:lvl w:ilvl="8">
      <w:start w:val="1"/>
      <w:numFmt w:val="lowerRoman"/>
      <w:pStyle w:val="berschrift9"/>
      <w:lvlText w:val="(%9)"/>
      <w:lvlJc w:val="left"/>
      <w:pPr>
        <w:ind w:left="5760" w:firstLine="0"/>
      </w:pPr>
    </w:lvl>
  </w:abstractNum>
  <w:abstractNum w:abstractNumId="14">
    <w:nsid w:val="3655299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D0A7908"/>
    <w:multiLevelType w:val="hybridMultilevel"/>
    <w:tmpl w:val="1346A542"/>
    <w:lvl w:ilvl="0" w:tplc="362819EE">
      <w:start w:val="1"/>
      <w:numFmt w:val="decimal"/>
      <w:lvlText w:val="%1."/>
      <w:lvlJc w:val="left"/>
      <w:pPr>
        <w:tabs>
          <w:tab w:val="num" w:pos="340"/>
        </w:tabs>
        <w:ind w:left="340" w:hanging="340"/>
      </w:pPr>
      <w:rPr>
        <w:rFonts w:hint="default"/>
        <w:b w:val="0"/>
        <w:i w:val="0"/>
        <w:color w:val="auto"/>
        <w:sz w:val="20"/>
        <w:szCs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43BC3BF1"/>
    <w:multiLevelType w:val="hybridMultilevel"/>
    <w:tmpl w:val="23DE85B0"/>
    <w:lvl w:ilvl="0" w:tplc="2B9C50C0">
      <w:start w:val="1"/>
      <w:numFmt w:val="bullet"/>
      <w:pStyle w:val="2ListeSymbol"/>
      <w:lvlText w:val=""/>
      <w:lvlJc w:val="left"/>
      <w:pPr>
        <w:tabs>
          <w:tab w:val="num" w:pos="340"/>
        </w:tabs>
        <w:ind w:left="340" w:hanging="34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nsid w:val="4C397750"/>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52244F0"/>
    <w:multiLevelType w:val="hybridMultilevel"/>
    <w:tmpl w:val="163A373C"/>
    <w:lvl w:ilvl="0" w:tplc="362819EE">
      <w:start w:val="1"/>
      <w:numFmt w:val="decimal"/>
      <w:pStyle w:val="2NummerierungOrdnungszahlen"/>
      <w:lvlText w:val="%1."/>
      <w:lvlJc w:val="left"/>
      <w:pPr>
        <w:tabs>
          <w:tab w:val="num" w:pos="340"/>
        </w:tabs>
        <w:ind w:left="340" w:hanging="340"/>
      </w:pPr>
      <w:rPr>
        <w:rFonts w:hint="default"/>
        <w:b w:val="0"/>
        <w:i w:val="0"/>
        <w:color w:val="auto"/>
        <w:sz w:val="20"/>
        <w:szCs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nsid w:val="57633060"/>
    <w:multiLevelType w:val="hybridMultilevel"/>
    <w:tmpl w:val="8C9003C2"/>
    <w:lvl w:ilvl="0" w:tplc="7E260C80">
      <w:start w:val="1"/>
      <w:numFmt w:val="lowerLetter"/>
      <w:pStyle w:val="2Nummerierungalphabetischklein"/>
      <w:lvlText w:val="%1)"/>
      <w:lvlJc w:val="left"/>
      <w:pPr>
        <w:tabs>
          <w:tab w:val="num" w:pos="340"/>
        </w:tabs>
        <w:ind w:left="340" w:hanging="34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nsid w:val="578E1980"/>
    <w:multiLevelType w:val="multilevel"/>
    <w:tmpl w:val="0B5E8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E7C0D88"/>
    <w:multiLevelType w:val="hybridMultilevel"/>
    <w:tmpl w:val="9A24EF14"/>
    <w:lvl w:ilvl="0" w:tplc="13CCC462">
      <w:start w:val="1"/>
      <w:numFmt w:val="bullet"/>
      <w:pStyle w:val="2Listeeingerckt"/>
      <w:lvlText w:val="–"/>
      <w:lvlJc w:val="left"/>
      <w:pPr>
        <w:tabs>
          <w:tab w:val="num" w:pos="680"/>
        </w:tabs>
        <w:ind w:left="680" w:hanging="340"/>
      </w:pPr>
      <w:rPr>
        <w:rFonts w:ascii="Arial" w:hAnsi="Arial" w:hint="default"/>
        <w:b w:val="0"/>
        <w:i w:val="0"/>
        <w:sz w:val="20"/>
        <w:szCs w:val="2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nsid w:val="63310837"/>
    <w:multiLevelType w:val="multilevel"/>
    <w:tmpl w:val="91AAB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64E0B80"/>
    <w:multiLevelType w:val="hybridMultilevel"/>
    <w:tmpl w:val="ABE646B6"/>
    <w:lvl w:ilvl="0" w:tplc="FC60AD88">
      <w:start w:val="1"/>
      <w:numFmt w:val="bullet"/>
      <w:pStyle w:val="2Liste"/>
      <w:lvlText w:val="+"/>
      <w:lvlJc w:val="left"/>
      <w:pPr>
        <w:ind w:left="720" w:hanging="360"/>
      </w:pPr>
      <w:rPr>
        <w:rFonts w:ascii="Arial" w:hAnsi="Arial" w:hint="default"/>
        <w:b w:val="0"/>
        <w:i w:val="0"/>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66FA44CA"/>
    <w:multiLevelType w:val="hybridMultilevel"/>
    <w:tmpl w:val="4A4832F0"/>
    <w:lvl w:ilvl="0" w:tplc="310CF77E">
      <w:start w:val="1"/>
      <w:numFmt w:val="decimal"/>
      <w:pStyle w:val="2Nummerierungeinfach"/>
      <w:lvlText w:val="%1"/>
      <w:lvlJc w:val="left"/>
      <w:pPr>
        <w:tabs>
          <w:tab w:val="num" w:pos="340"/>
        </w:tabs>
        <w:ind w:left="340" w:hanging="340"/>
      </w:pPr>
      <w:rPr>
        <w:rFonts w:hint="default"/>
        <w:b w:val="0"/>
        <w:i w:val="0"/>
        <w:color w:val="auto"/>
        <w:sz w:val="20"/>
        <w:szCs w:val="20"/>
      </w:rPr>
    </w:lvl>
    <w:lvl w:ilvl="1" w:tplc="6E46F60C">
      <w:start w:val="1"/>
      <w:numFmt w:val="decimal"/>
      <w:pStyle w:val="2Nummerierungeinfach"/>
      <w:lvlText w:val="%2"/>
      <w:lvlJc w:val="right"/>
      <w:pPr>
        <w:tabs>
          <w:tab w:val="num" w:pos="170"/>
        </w:tabs>
        <w:ind w:left="170" w:firstLine="0"/>
      </w:pPr>
      <w:rPr>
        <w:rFonts w:hint="default"/>
        <w:b w:val="0"/>
        <w:i w:val="0"/>
        <w:color w:val="auto"/>
        <w:sz w:val="20"/>
        <w:szCs w:val="2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nsid w:val="6AC8590E"/>
    <w:multiLevelType w:val="hybridMultilevel"/>
    <w:tmpl w:val="60483E14"/>
    <w:lvl w:ilvl="0" w:tplc="362819EE">
      <w:start w:val="1"/>
      <w:numFmt w:val="decimal"/>
      <w:lvlText w:val="%1."/>
      <w:lvlJc w:val="left"/>
      <w:pPr>
        <w:tabs>
          <w:tab w:val="num" w:pos="340"/>
        </w:tabs>
        <w:ind w:left="340" w:hanging="340"/>
      </w:pPr>
      <w:rPr>
        <w:rFonts w:hint="default"/>
        <w:b w:val="0"/>
        <w:i w:val="0"/>
        <w:color w:val="auto"/>
        <w:sz w:val="20"/>
        <w:szCs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nsid w:val="7A8768E9"/>
    <w:multiLevelType w:val="hybridMultilevel"/>
    <w:tmpl w:val="B2D89566"/>
    <w:lvl w:ilvl="0" w:tplc="3E0E28E8">
      <w:start w:val="1"/>
      <w:numFmt w:val="bullet"/>
      <w:pStyle w:val="2Liste0"/>
      <w:lvlText w:val="–"/>
      <w:lvlJc w:val="left"/>
      <w:pPr>
        <w:tabs>
          <w:tab w:val="num" w:pos="340"/>
        </w:tabs>
        <w:ind w:left="340" w:hanging="340"/>
      </w:pPr>
      <w:rPr>
        <w:rFonts w:ascii="Arial" w:hAnsi="Arial" w:hint="default"/>
        <w:b w:val="0"/>
        <w:i w:val="0"/>
        <w:sz w:val="20"/>
        <w:szCs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nsid w:val="7E1D0362"/>
    <w:multiLevelType w:val="hybridMultilevel"/>
    <w:tmpl w:val="05806ED0"/>
    <w:lvl w:ilvl="0" w:tplc="592E8F6E">
      <w:start w:val="1"/>
      <w:numFmt w:val="upperLetter"/>
      <w:pStyle w:val="2Nummerierungalphabetischgross"/>
      <w:lvlText w:val="%1"/>
      <w:lvlJc w:val="left"/>
      <w:pPr>
        <w:tabs>
          <w:tab w:val="num" w:pos="340"/>
        </w:tabs>
        <w:ind w:left="340" w:hanging="340"/>
      </w:pPr>
      <w:rPr>
        <w:rFonts w:ascii="Arial" w:hAnsi="Arial" w:hint="default"/>
        <w:b w:val="0"/>
        <w:i w:val="0"/>
        <w:sz w:val="20"/>
        <w:szCs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24"/>
  </w:num>
  <w:num w:numId="2">
    <w:abstractNumId w:val="19"/>
  </w:num>
  <w:num w:numId="3">
    <w:abstractNumId w:val="16"/>
  </w:num>
  <w:num w:numId="4">
    <w:abstractNumId w:val="21"/>
  </w:num>
  <w:num w:numId="5">
    <w:abstractNumId w:val="26"/>
  </w:num>
  <w:num w:numId="6">
    <w:abstractNumId w:val="18"/>
  </w:num>
  <w:num w:numId="7">
    <w:abstractNumId w:val="13"/>
  </w:num>
  <w:num w:numId="8">
    <w:abstractNumId w:val="27"/>
  </w:num>
  <w:num w:numId="9">
    <w:abstractNumId w:val="25"/>
  </w:num>
  <w:num w:numId="10">
    <w:abstractNumId w:val="15"/>
  </w:num>
  <w:num w:numId="11">
    <w:abstractNumId w:val="10"/>
  </w:num>
  <w:num w:numId="12">
    <w:abstractNumId w:val="8"/>
  </w:num>
  <w:num w:numId="13">
    <w:abstractNumId w:val="7"/>
  </w:num>
  <w:num w:numId="14">
    <w:abstractNumId w:val="9"/>
  </w:num>
  <w:num w:numId="15">
    <w:abstractNumId w:val="4"/>
  </w:num>
  <w:num w:numId="16">
    <w:abstractNumId w:val="3"/>
  </w:num>
  <w:num w:numId="17">
    <w:abstractNumId w:val="2"/>
  </w:num>
  <w:num w:numId="18">
    <w:abstractNumId w:val="1"/>
  </w:num>
  <w:num w:numId="19">
    <w:abstractNumId w:val="5"/>
  </w:num>
  <w:num w:numId="20">
    <w:abstractNumId w:val="6"/>
  </w:num>
  <w:num w:numId="21">
    <w:abstractNumId w:val="11"/>
  </w:num>
  <w:num w:numId="22">
    <w:abstractNumId w:val="12"/>
  </w:num>
  <w:num w:numId="23">
    <w:abstractNumId w:val="17"/>
  </w:num>
  <w:num w:numId="24">
    <w:abstractNumId w:val="14"/>
  </w:num>
  <w:num w:numId="25">
    <w:abstractNumId w:val="23"/>
  </w:num>
  <w:num w:numId="26">
    <w:abstractNumId w:val="22"/>
  </w:num>
  <w:num w:numId="27">
    <w:abstractNumId w:val="20"/>
  </w:num>
  <w:num w:numId="28">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attachedTemplate r:id="rId1"/>
  <w:stylePaneFormatFilter w:val="4004" w:allStyles="0" w:customStyles="0" w:latentStyles="1" w:stylesInUse="0" w:headingStyles="0" w:numberingStyles="0" w:tableStyles="0" w:directFormattingOnRuns="0" w:directFormattingOnParagraphs="0" w:directFormattingOnNumbering="0" w:directFormattingOnTables="0" w:clearFormatting="0" w:top3HeadingStyles="0" w:visibleStyles="1"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fillcolor="white" strokecolor="gray">
      <v:fill color="white"/>
      <v:stroke color="gray" weight=".5pt"/>
      <v:shadow color="gray" opacity="1" offset="2pt,2pt"/>
      <o:colormru v:ext="edit" colors="#c00"/>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4E8"/>
    <w:rsid w:val="00007EAE"/>
    <w:rsid w:val="0002409D"/>
    <w:rsid w:val="00026FB6"/>
    <w:rsid w:val="000434CE"/>
    <w:rsid w:val="000564E4"/>
    <w:rsid w:val="0006254E"/>
    <w:rsid w:val="00062CB1"/>
    <w:rsid w:val="0006678C"/>
    <w:rsid w:val="000720FC"/>
    <w:rsid w:val="00081060"/>
    <w:rsid w:val="000819A0"/>
    <w:rsid w:val="000821CB"/>
    <w:rsid w:val="00092C6C"/>
    <w:rsid w:val="00096B03"/>
    <w:rsid w:val="000A20E8"/>
    <w:rsid w:val="000B3AF2"/>
    <w:rsid w:val="000B7790"/>
    <w:rsid w:val="000C2525"/>
    <w:rsid w:val="000C6C0F"/>
    <w:rsid w:val="000E0336"/>
    <w:rsid w:val="000E0DE3"/>
    <w:rsid w:val="000E3D24"/>
    <w:rsid w:val="000E4625"/>
    <w:rsid w:val="000E65CB"/>
    <w:rsid w:val="000F2509"/>
    <w:rsid w:val="000F34F7"/>
    <w:rsid w:val="000F5530"/>
    <w:rsid w:val="000F7CB4"/>
    <w:rsid w:val="00117099"/>
    <w:rsid w:val="00127484"/>
    <w:rsid w:val="00137907"/>
    <w:rsid w:val="0014256E"/>
    <w:rsid w:val="00146FFD"/>
    <w:rsid w:val="001506D1"/>
    <w:rsid w:val="0015159D"/>
    <w:rsid w:val="00161CAE"/>
    <w:rsid w:val="0016430F"/>
    <w:rsid w:val="001674F1"/>
    <w:rsid w:val="001851D0"/>
    <w:rsid w:val="001B28DD"/>
    <w:rsid w:val="001C1ED4"/>
    <w:rsid w:val="001C1EFC"/>
    <w:rsid w:val="001D413B"/>
    <w:rsid w:val="001E07A0"/>
    <w:rsid w:val="001E1C51"/>
    <w:rsid w:val="001E26DA"/>
    <w:rsid w:val="001E6769"/>
    <w:rsid w:val="001F1FE7"/>
    <w:rsid w:val="001F275D"/>
    <w:rsid w:val="001F367B"/>
    <w:rsid w:val="001F59B2"/>
    <w:rsid w:val="001F70F2"/>
    <w:rsid w:val="0021125B"/>
    <w:rsid w:val="00212EDB"/>
    <w:rsid w:val="00231684"/>
    <w:rsid w:val="00231F30"/>
    <w:rsid w:val="002412FE"/>
    <w:rsid w:val="0024442C"/>
    <w:rsid w:val="0024483D"/>
    <w:rsid w:val="00245F29"/>
    <w:rsid w:val="00251BD7"/>
    <w:rsid w:val="00253B0C"/>
    <w:rsid w:val="00255097"/>
    <w:rsid w:val="00255B00"/>
    <w:rsid w:val="00262048"/>
    <w:rsid w:val="0026365B"/>
    <w:rsid w:val="00276128"/>
    <w:rsid w:val="00280069"/>
    <w:rsid w:val="002A4025"/>
    <w:rsid w:val="002A40B1"/>
    <w:rsid w:val="002B0CBD"/>
    <w:rsid w:val="002C3511"/>
    <w:rsid w:val="002C39D9"/>
    <w:rsid w:val="002D0731"/>
    <w:rsid w:val="002D153E"/>
    <w:rsid w:val="002D5A9D"/>
    <w:rsid w:val="002E31E5"/>
    <w:rsid w:val="002E531D"/>
    <w:rsid w:val="002F1406"/>
    <w:rsid w:val="00304729"/>
    <w:rsid w:val="00305CB9"/>
    <w:rsid w:val="00311278"/>
    <w:rsid w:val="00337446"/>
    <w:rsid w:val="00340C99"/>
    <w:rsid w:val="00344E6E"/>
    <w:rsid w:val="003524B3"/>
    <w:rsid w:val="00355273"/>
    <w:rsid w:val="00355522"/>
    <w:rsid w:val="00356A49"/>
    <w:rsid w:val="00363F83"/>
    <w:rsid w:val="00365669"/>
    <w:rsid w:val="00374209"/>
    <w:rsid w:val="00383D1A"/>
    <w:rsid w:val="00383FB9"/>
    <w:rsid w:val="00386141"/>
    <w:rsid w:val="00394D98"/>
    <w:rsid w:val="00394E94"/>
    <w:rsid w:val="003B2529"/>
    <w:rsid w:val="003B2910"/>
    <w:rsid w:val="003B638C"/>
    <w:rsid w:val="003B7477"/>
    <w:rsid w:val="003C5111"/>
    <w:rsid w:val="003D2756"/>
    <w:rsid w:val="003D5D96"/>
    <w:rsid w:val="003E29FB"/>
    <w:rsid w:val="003E2E7F"/>
    <w:rsid w:val="003E4DD2"/>
    <w:rsid w:val="003E577C"/>
    <w:rsid w:val="003F21D9"/>
    <w:rsid w:val="00403829"/>
    <w:rsid w:val="00413E34"/>
    <w:rsid w:val="004165E0"/>
    <w:rsid w:val="0042038D"/>
    <w:rsid w:val="00425D85"/>
    <w:rsid w:val="00427008"/>
    <w:rsid w:val="00441A8E"/>
    <w:rsid w:val="0044301C"/>
    <w:rsid w:val="004430C0"/>
    <w:rsid w:val="00445E73"/>
    <w:rsid w:val="00446ED5"/>
    <w:rsid w:val="00450A3A"/>
    <w:rsid w:val="00454670"/>
    <w:rsid w:val="0045737F"/>
    <w:rsid w:val="004624C4"/>
    <w:rsid w:val="00463984"/>
    <w:rsid w:val="00466BA5"/>
    <w:rsid w:val="00474204"/>
    <w:rsid w:val="00485666"/>
    <w:rsid w:val="0049242E"/>
    <w:rsid w:val="00495876"/>
    <w:rsid w:val="00496EA9"/>
    <w:rsid w:val="004B02E4"/>
    <w:rsid w:val="00504489"/>
    <w:rsid w:val="005057CD"/>
    <w:rsid w:val="005108F4"/>
    <w:rsid w:val="0051288F"/>
    <w:rsid w:val="00513290"/>
    <w:rsid w:val="005229B8"/>
    <w:rsid w:val="0052577E"/>
    <w:rsid w:val="00527896"/>
    <w:rsid w:val="00530BFE"/>
    <w:rsid w:val="00536265"/>
    <w:rsid w:val="00544D81"/>
    <w:rsid w:val="005529AA"/>
    <w:rsid w:val="0055399A"/>
    <w:rsid w:val="00556252"/>
    <w:rsid w:val="00557A3A"/>
    <w:rsid w:val="005626F3"/>
    <w:rsid w:val="0056286B"/>
    <w:rsid w:val="0057045C"/>
    <w:rsid w:val="00581561"/>
    <w:rsid w:val="00587FD4"/>
    <w:rsid w:val="0059450C"/>
    <w:rsid w:val="00595E8F"/>
    <w:rsid w:val="005966FF"/>
    <w:rsid w:val="005A3093"/>
    <w:rsid w:val="005A5E6F"/>
    <w:rsid w:val="005B6435"/>
    <w:rsid w:val="005B6696"/>
    <w:rsid w:val="005D06A9"/>
    <w:rsid w:val="005E2790"/>
    <w:rsid w:val="005E345A"/>
    <w:rsid w:val="005E4044"/>
    <w:rsid w:val="005E7F16"/>
    <w:rsid w:val="005F6FCA"/>
    <w:rsid w:val="00614716"/>
    <w:rsid w:val="006225A3"/>
    <w:rsid w:val="0062413A"/>
    <w:rsid w:val="006321DA"/>
    <w:rsid w:val="00633851"/>
    <w:rsid w:val="00652087"/>
    <w:rsid w:val="00657A78"/>
    <w:rsid w:val="00670EC9"/>
    <w:rsid w:val="00684C6C"/>
    <w:rsid w:val="00685629"/>
    <w:rsid w:val="006A6EFC"/>
    <w:rsid w:val="006B0620"/>
    <w:rsid w:val="006C2965"/>
    <w:rsid w:val="006C43AA"/>
    <w:rsid w:val="006C72CE"/>
    <w:rsid w:val="006C7E1C"/>
    <w:rsid w:val="006D1C9C"/>
    <w:rsid w:val="006E2EA3"/>
    <w:rsid w:val="006E6DCF"/>
    <w:rsid w:val="006F6680"/>
    <w:rsid w:val="0070215E"/>
    <w:rsid w:val="0070342E"/>
    <w:rsid w:val="00705E3C"/>
    <w:rsid w:val="007060CF"/>
    <w:rsid w:val="00706456"/>
    <w:rsid w:val="007116B3"/>
    <w:rsid w:val="00715DDC"/>
    <w:rsid w:val="00715F5E"/>
    <w:rsid w:val="007230A7"/>
    <w:rsid w:val="00724FF6"/>
    <w:rsid w:val="00725083"/>
    <w:rsid w:val="00730388"/>
    <w:rsid w:val="0074383E"/>
    <w:rsid w:val="007538D5"/>
    <w:rsid w:val="007552AA"/>
    <w:rsid w:val="007554FF"/>
    <w:rsid w:val="0076191E"/>
    <w:rsid w:val="0076407F"/>
    <w:rsid w:val="00770A83"/>
    <w:rsid w:val="007904A1"/>
    <w:rsid w:val="00794E3B"/>
    <w:rsid w:val="00797021"/>
    <w:rsid w:val="007A0DF3"/>
    <w:rsid w:val="007A5025"/>
    <w:rsid w:val="007B13C4"/>
    <w:rsid w:val="007B44E8"/>
    <w:rsid w:val="007B608D"/>
    <w:rsid w:val="007D668D"/>
    <w:rsid w:val="007F1F44"/>
    <w:rsid w:val="008016A2"/>
    <w:rsid w:val="0080351A"/>
    <w:rsid w:val="008124A3"/>
    <w:rsid w:val="00817D12"/>
    <w:rsid w:val="008228B5"/>
    <w:rsid w:val="00827837"/>
    <w:rsid w:val="00837D5F"/>
    <w:rsid w:val="00842A0D"/>
    <w:rsid w:val="00842E94"/>
    <w:rsid w:val="00845A23"/>
    <w:rsid w:val="0085787D"/>
    <w:rsid w:val="00863AE2"/>
    <w:rsid w:val="008647FF"/>
    <w:rsid w:val="0087090A"/>
    <w:rsid w:val="008835D4"/>
    <w:rsid w:val="008835DC"/>
    <w:rsid w:val="00887A7D"/>
    <w:rsid w:val="008A2DF7"/>
    <w:rsid w:val="008A6E1F"/>
    <w:rsid w:val="008B0642"/>
    <w:rsid w:val="008B769E"/>
    <w:rsid w:val="008C277C"/>
    <w:rsid w:val="008C6FF4"/>
    <w:rsid w:val="008D2CDD"/>
    <w:rsid w:val="008D3F4B"/>
    <w:rsid w:val="008F70EE"/>
    <w:rsid w:val="0090347E"/>
    <w:rsid w:val="00912E12"/>
    <w:rsid w:val="00916304"/>
    <w:rsid w:val="0092300D"/>
    <w:rsid w:val="009252B7"/>
    <w:rsid w:val="00932B3F"/>
    <w:rsid w:val="00933B6C"/>
    <w:rsid w:val="00933E16"/>
    <w:rsid w:val="00934AB7"/>
    <w:rsid w:val="00956EF2"/>
    <w:rsid w:val="00971E69"/>
    <w:rsid w:val="009858F1"/>
    <w:rsid w:val="0098656D"/>
    <w:rsid w:val="00990706"/>
    <w:rsid w:val="00993F99"/>
    <w:rsid w:val="009979B5"/>
    <w:rsid w:val="009A2E02"/>
    <w:rsid w:val="009A385F"/>
    <w:rsid w:val="009B3B3D"/>
    <w:rsid w:val="009B6206"/>
    <w:rsid w:val="009C1484"/>
    <w:rsid w:val="009C5612"/>
    <w:rsid w:val="009F38E7"/>
    <w:rsid w:val="009F6231"/>
    <w:rsid w:val="00A01FD3"/>
    <w:rsid w:val="00A03E9F"/>
    <w:rsid w:val="00A06CCA"/>
    <w:rsid w:val="00A1145E"/>
    <w:rsid w:val="00A137FE"/>
    <w:rsid w:val="00A235B6"/>
    <w:rsid w:val="00A306C8"/>
    <w:rsid w:val="00A35035"/>
    <w:rsid w:val="00A353D8"/>
    <w:rsid w:val="00A36401"/>
    <w:rsid w:val="00A37CDA"/>
    <w:rsid w:val="00A529A5"/>
    <w:rsid w:val="00A6085B"/>
    <w:rsid w:val="00A62797"/>
    <w:rsid w:val="00A644E6"/>
    <w:rsid w:val="00A75B86"/>
    <w:rsid w:val="00A83B6C"/>
    <w:rsid w:val="00A8770A"/>
    <w:rsid w:val="00A90286"/>
    <w:rsid w:val="00A9197C"/>
    <w:rsid w:val="00A971C7"/>
    <w:rsid w:val="00AC27D5"/>
    <w:rsid w:val="00AD1EDD"/>
    <w:rsid w:val="00AD66BF"/>
    <w:rsid w:val="00AD74AC"/>
    <w:rsid w:val="00AE4D7F"/>
    <w:rsid w:val="00AE6063"/>
    <w:rsid w:val="00AF063F"/>
    <w:rsid w:val="00AF57F3"/>
    <w:rsid w:val="00AF5811"/>
    <w:rsid w:val="00AF7FCE"/>
    <w:rsid w:val="00B00756"/>
    <w:rsid w:val="00B046F8"/>
    <w:rsid w:val="00B055ED"/>
    <w:rsid w:val="00B073AC"/>
    <w:rsid w:val="00B15460"/>
    <w:rsid w:val="00B36C62"/>
    <w:rsid w:val="00B47511"/>
    <w:rsid w:val="00B53E36"/>
    <w:rsid w:val="00B6148A"/>
    <w:rsid w:val="00B64402"/>
    <w:rsid w:val="00B660BA"/>
    <w:rsid w:val="00B9069C"/>
    <w:rsid w:val="00B92B5A"/>
    <w:rsid w:val="00B92CA6"/>
    <w:rsid w:val="00BA1ED5"/>
    <w:rsid w:val="00BA533E"/>
    <w:rsid w:val="00BA70CB"/>
    <w:rsid w:val="00BA7F97"/>
    <w:rsid w:val="00BB0103"/>
    <w:rsid w:val="00BB11E6"/>
    <w:rsid w:val="00BC5692"/>
    <w:rsid w:val="00BD03C2"/>
    <w:rsid w:val="00BD28A6"/>
    <w:rsid w:val="00BE2002"/>
    <w:rsid w:val="00BE44EF"/>
    <w:rsid w:val="00BE46B3"/>
    <w:rsid w:val="00BE6C78"/>
    <w:rsid w:val="00BF18B1"/>
    <w:rsid w:val="00BF7CF5"/>
    <w:rsid w:val="00C0192F"/>
    <w:rsid w:val="00C030FF"/>
    <w:rsid w:val="00C06A56"/>
    <w:rsid w:val="00C06C7B"/>
    <w:rsid w:val="00C10D11"/>
    <w:rsid w:val="00C40BEB"/>
    <w:rsid w:val="00C50124"/>
    <w:rsid w:val="00C50365"/>
    <w:rsid w:val="00C5487D"/>
    <w:rsid w:val="00C6166A"/>
    <w:rsid w:val="00C645D7"/>
    <w:rsid w:val="00C728B2"/>
    <w:rsid w:val="00C73F55"/>
    <w:rsid w:val="00C80CF6"/>
    <w:rsid w:val="00C84B50"/>
    <w:rsid w:val="00C86E0C"/>
    <w:rsid w:val="00C87972"/>
    <w:rsid w:val="00C965A7"/>
    <w:rsid w:val="00CA2AB7"/>
    <w:rsid w:val="00CB0849"/>
    <w:rsid w:val="00CB4729"/>
    <w:rsid w:val="00CB7886"/>
    <w:rsid w:val="00CE0B7A"/>
    <w:rsid w:val="00CE1EAE"/>
    <w:rsid w:val="00CE39D8"/>
    <w:rsid w:val="00CE6E18"/>
    <w:rsid w:val="00CF2DBE"/>
    <w:rsid w:val="00D02F67"/>
    <w:rsid w:val="00D64EE3"/>
    <w:rsid w:val="00D66E0E"/>
    <w:rsid w:val="00D71861"/>
    <w:rsid w:val="00D814C9"/>
    <w:rsid w:val="00D81D11"/>
    <w:rsid w:val="00D8274D"/>
    <w:rsid w:val="00D8537F"/>
    <w:rsid w:val="00D94327"/>
    <w:rsid w:val="00D94423"/>
    <w:rsid w:val="00DA7021"/>
    <w:rsid w:val="00DB12AA"/>
    <w:rsid w:val="00DB24EB"/>
    <w:rsid w:val="00DB345C"/>
    <w:rsid w:val="00DC3001"/>
    <w:rsid w:val="00DC6CF5"/>
    <w:rsid w:val="00DD0B3A"/>
    <w:rsid w:val="00DD3B31"/>
    <w:rsid w:val="00DE1DFB"/>
    <w:rsid w:val="00DE5BA6"/>
    <w:rsid w:val="00DE7CA4"/>
    <w:rsid w:val="00DF381C"/>
    <w:rsid w:val="00E023D1"/>
    <w:rsid w:val="00E03AC7"/>
    <w:rsid w:val="00E111A5"/>
    <w:rsid w:val="00E1694A"/>
    <w:rsid w:val="00E20D6F"/>
    <w:rsid w:val="00E24C75"/>
    <w:rsid w:val="00E3413C"/>
    <w:rsid w:val="00E34EA8"/>
    <w:rsid w:val="00E3649D"/>
    <w:rsid w:val="00E37426"/>
    <w:rsid w:val="00E377C8"/>
    <w:rsid w:val="00E4050F"/>
    <w:rsid w:val="00E405FE"/>
    <w:rsid w:val="00E44005"/>
    <w:rsid w:val="00E45628"/>
    <w:rsid w:val="00E5065B"/>
    <w:rsid w:val="00E5669D"/>
    <w:rsid w:val="00E6488E"/>
    <w:rsid w:val="00E6498A"/>
    <w:rsid w:val="00E654C5"/>
    <w:rsid w:val="00E66908"/>
    <w:rsid w:val="00E72C84"/>
    <w:rsid w:val="00E8035B"/>
    <w:rsid w:val="00E96370"/>
    <w:rsid w:val="00E976F1"/>
    <w:rsid w:val="00EA1953"/>
    <w:rsid w:val="00EA2D1D"/>
    <w:rsid w:val="00EC2A6E"/>
    <w:rsid w:val="00EC3387"/>
    <w:rsid w:val="00EC6126"/>
    <w:rsid w:val="00ED3765"/>
    <w:rsid w:val="00F00C39"/>
    <w:rsid w:val="00F01EE3"/>
    <w:rsid w:val="00F05F07"/>
    <w:rsid w:val="00F06460"/>
    <w:rsid w:val="00F1477D"/>
    <w:rsid w:val="00F249C1"/>
    <w:rsid w:val="00F2580A"/>
    <w:rsid w:val="00F27B0C"/>
    <w:rsid w:val="00F309CD"/>
    <w:rsid w:val="00F533A9"/>
    <w:rsid w:val="00F651DD"/>
    <w:rsid w:val="00F658C9"/>
    <w:rsid w:val="00F660E3"/>
    <w:rsid w:val="00F86082"/>
    <w:rsid w:val="00F911EF"/>
    <w:rsid w:val="00F9248B"/>
    <w:rsid w:val="00F9562C"/>
    <w:rsid w:val="00F9656F"/>
    <w:rsid w:val="00FA4157"/>
    <w:rsid w:val="00FA5220"/>
    <w:rsid w:val="00FA67A7"/>
    <w:rsid w:val="00FA7ECE"/>
    <w:rsid w:val="00FB0044"/>
    <w:rsid w:val="00FB23BF"/>
    <w:rsid w:val="00FB54BC"/>
    <w:rsid w:val="00FB5BE8"/>
    <w:rsid w:val="00FB6AB2"/>
    <w:rsid w:val="00FC0FE2"/>
    <w:rsid w:val="00FC4E30"/>
    <w:rsid w:val="00FC6968"/>
    <w:rsid w:val="00FC71DC"/>
    <w:rsid w:val="00FD695E"/>
    <w:rsid w:val="00FD7DA5"/>
    <w:rsid w:val="00FE3021"/>
    <w:rsid w:val="00FF21B0"/>
    <w:rsid w:val="00FF49C3"/>
    <w:rsid w:val="00FF570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strokecolor="gray">
      <v:fill color="white"/>
      <v:stroke color="gray" weight=".5pt"/>
      <v:shadow color="gray" opacity="1" offset="2pt,2pt"/>
      <o:colormru v:ext="edit" colors="#c00"/>
    </o:shapedefaults>
    <o:shapelayout v:ext="edit">
      <o:idmap v:ext="edit" data="1"/>
    </o:shapelayout>
  </w:shapeDefaults>
  <w:doNotEmbedSmartTags/>
  <w:decimalSymbol w:val=","/>
  <w:listSeparator w:val=";"/>
  <w14:docId w14:val="5404B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0" w:defQFormat="0" w:count="276">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header" w:semiHidden="0"/>
    <w:lsdException w:name="footer" w:semiHidden="0"/>
    <w:lsdException w:name="caption" w:unhideWhenUsed="1" w:qFormat="1"/>
    <w:lsdException w:name="Title" w:semiHidden="0" w:qFormat="1"/>
    <w:lsdException w:name="Default Paragraph Font" w:semiHidden="0"/>
    <w:lsdException w:name="Subtitle" w:semiHidden="0" w:qFormat="1"/>
    <w:lsdException w:name="Hyperlink" w:semiHidden="0"/>
    <w:lsdException w:name="Strong" w:semiHidden="0" w:qFormat="1"/>
    <w:lsdException w:name="Emphasis" w:semiHidden="0" w:uiPriority="20" w:qFormat="1"/>
    <w:lsdException w:name="HTML Top of Form" w:semiHidden="0"/>
    <w:lsdException w:name="HTML Bottom of Form" w:semiHidden="0"/>
    <w:lsdException w:name="Normal Table" w:semiHidden="0"/>
    <w:lsdException w:name="No List" w:semiHidden="0"/>
    <w:lsdException w:name="Outline List 1" w:semiHidden="0"/>
    <w:lsdException w:name="Outline List 2" w:semiHidden="0"/>
    <w:lsdException w:name="Outline List 3" w:semiHidden="0"/>
    <w:lsdException w:name="Table Simple 1" w:semiHidden="0"/>
    <w:lsdException w:name="Table Simple 2" w:semiHidden="0"/>
    <w:lsdException w:name="Table Simple 3" w:semiHidden="0"/>
    <w:lsdException w:name="Table Classic 1" w:semiHidden="0"/>
    <w:lsdException w:name="Table Classic 2" w:semiHidden="0"/>
    <w:lsdException w:name="Table Classic 3" w:semiHidden="0"/>
    <w:lsdException w:name="Table Classic 4" w:semiHidden="0"/>
    <w:lsdException w:name="Table Colorful 1" w:semiHidden="0"/>
    <w:lsdException w:name="Table Colorful 2" w:semiHidden="0"/>
    <w:lsdException w:name="Table Colorful 3" w:semiHidden="0"/>
    <w:lsdException w:name="Table Columns 1" w:semiHidden="0"/>
    <w:lsdException w:name="Table Columns 2" w:semiHidden="0"/>
    <w:lsdException w:name="Table Columns 3" w:semiHidden="0"/>
    <w:lsdException w:name="Table Columns 4" w:semiHidden="0"/>
    <w:lsdException w:name="Table Columns 5" w:semiHidden="0"/>
    <w:lsdException w:name="Table Grid 1" w:semiHidden="0"/>
    <w:lsdException w:name="Table Grid 2" w:semiHidden="0"/>
    <w:lsdException w:name="Table Grid 3" w:semiHidden="0"/>
    <w:lsdException w:name="Table Grid 4" w:semiHidden="0"/>
    <w:lsdException w:name="Table Grid 5" w:semiHidden="0"/>
    <w:lsdException w:name="Table Grid 6" w:semiHidden="0"/>
    <w:lsdException w:name="Table Grid 7" w:semiHidden="0"/>
    <w:lsdException w:name="Table Grid 8" w:semiHidden="0"/>
    <w:lsdException w:name="Table List 1" w:semiHidden="0"/>
    <w:lsdException w:name="Table List 2" w:semiHidden="0"/>
    <w:lsdException w:name="Table List 3" w:semiHidden="0"/>
    <w:lsdException w:name="Table List 4" w:semiHidden="0"/>
    <w:lsdException w:name="Table List 5" w:semiHidden="0"/>
    <w:lsdException w:name="Table List 6" w:semiHidden="0"/>
    <w:lsdException w:name="Table List 7" w:semiHidden="0"/>
    <w:lsdException w:name="Table List 8" w:semiHidden="0"/>
    <w:lsdException w:name="Table 3D effects 1" w:semiHidden="0"/>
    <w:lsdException w:name="Table 3D effects 2" w:semiHidden="0"/>
    <w:lsdException w:name="Table 3D effects 3" w:semiHidden="0"/>
    <w:lsdException w:name="Table Contemporary" w:semiHidden="0"/>
    <w:lsdException w:name="Table Elegant" w:semiHidden="0"/>
    <w:lsdException w:name="Table Professional" w:semiHidden="0"/>
    <w:lsdException w:name="Table Subtle 1" w:semiHidden="0"/>
    <w:lsdException w:name="Table Subtle 2" w:semiHidden="0"/>
    <w:lsdException w:name="Table Web 1" w:semiHidden="0"/>
    <w:lsdException w:name="Table Web 2" w:semiHidden="0"/>
    <w:lsdException w:name="Table Web 3" w:semiHidden="0"/>
    <w:lsdException w:name="Balloon Text" w:semiHidden="0"/>
    <w:lsdException w:name="Table Grid" w:semiHidden="0"/>
    <w:lsdException w:name="Table Theme" w:semiHidden="0"/>
    <w:lsdException w:name="Note Level 1" w:uiPriority="99"/>
    <w:lsdException w:name="Note Level 2" w:semiHidden="0" w:uiPriority="1" w:qFormat="1"/>
    <w:lsdException w:name="Note Level 3" w:uiPriority="60" w:unhideWhenUsed="1"/>
    <w:lsdException w:name="Note Level 4" w:uiPriority="61" w:unhideWhenUsed="1"/>
    <w:lsdException w:name="Note Level 5" w:uiPriority="62" w:unhideWhenUsed="1"/>
    <w:lsdException w:name="Note Level 6" w:uiPriority="63" w:unhideWhenUsed="1"/>
    <w:lsdException w:name="Note Level 7" w:uiPriority="64" w:unhideWhenUsed="1"/>
    <w:lsdException w:name="Note Level 8" w:uiPriority="65" w:unhideWhenUsed="1"/>
    <w:lsdException w:name="Note Level 9" w:uiPriority="66" w:unhideWhenUsed="1"/>
    <w:lsdException w:name="Placeholder Text" w:uiPriority="67" w:unhideWhenUsed="1"/>
    <w:lsdException w:name="No Spacing" w:uiPriority="68" w:unhideWhenUsed="1"/>
    <w:lsdException w:name="Light Shading" w:uiPriority="69" w:unhideWhenUsed="1"/>
    <w:lsdException w:name="Light List" w:uiPriority="70" w:unhideWhenUsed="1"/>
    <w:lsdException w:name="Light Grid" w:uiPriority="71" w:unhideWhenUsed="1"/>
    <w:lsdException w:name="Medium Shading 1" w:uiPriority="72" w:unhideWhenUsed="1"/>
    <w:lsdException w:name="Medium Shading 2" w:uiPriority="73" w:unhideWhenUsed="1"/>
    <w:lsdException w:name="Medium List 1" w:uiPriority="60" w:unhideWhenUsed="1"/>
    <w:lsdException w:name="Medium List 2" w:uiPriority="61" w:unhideWhenUsed="1"/>
    <w:lsdException w:name="Medium Grid 1" w:uiPriority="62" w:unhideWhenUsed="1"/>
    <w:lsdException w:name="Medium Grid 2" w:uiPriority="63" w:unhideWhenUsed="1"/>
    <w:lsdException w:name="Medium Grid 3" w:uiPriority="64" w:unhideWhenUsed="1"/>
    <w:lsdException w:name="Dark List" w:uiPriority="65" w:unhideWhenUsed="1"/>
    <w:lsdException w:name="Colorful Shading" w:uiPriority="99"/>
    <w:lsdException w:name="Colorful List" w:semiHidden="0" w:uiPriority="34" w:qFormat="1"/>
    <w:lsdException w:name="Colorful Grid" w:semiHidden="0" w:uiPriority="29" w:qFormat="1"/>
    <w:lsdException w:name="Light Shading Accent 1" w:semiHidden="0" w:uiPriority="30" w:qFormat="1"/>
    <w:lsdException w:name="Light List Accent 1" w:uiPriority="66" w:unhideWhenUsed="1"/>
    <w:lsdException w:name="Light Grid Accent 1" w:uiPriority="67" w:unhideWhenUsed="1"/>
    <w:lsdException w:name="Medium Shading 1 Accent 1" w:uiPriority="68" w:unhideWhenUsed="1"/>
    <w:lsdException w:name="Medium Shading 2 Accent 1" w:uiPriority="69" w:unhideWhenUsed="1"/>
    <w:lsdException w:name="Medium List 1 Accent 1" w:uiPriority="70" w:unhideWhenUsed="1"/>
    <w:lsdException w:name="Revision" w:uiPriority="71" w:unhideWhenUsed="1"/>
    <w:lsdException w:name="List Paragraph" w:uiPriority="72" w:unhideWhenUsed="1"/>
    <w:lsdException w:name="Quote" w:uiPriority="73" w:unhideWhenUsed="1"/>
    <w:lsdException w:name="Intense Quote" w:uiPriority="60" w:unhideWhenUsed="1"/>
    <w:lsdException w:name="Medium List 2 Accent 1" w:uiPriority="61" w:unhideWhenUsed="1"/>
    <w:lsdException w:name="Medium Grid 1 Accent 1" w:uiPriority="62" w:unhideWhenUsed="1"/>
    <w:lsdException w:name="Medium Grid 2 Accent 1" w:uiPriority="63" w:unhideWhenUsed="1"/>
    <w:lsdException w:name="Medium Grid 3 Accent 1" w:uiPriority="64" w:unhideWhenUsed="1"/>
    <w:lsdException w:name="Dark List Accent 1" w:uiPriority="65" w:unhideWhenUsed="1"/>
    <w:lsdException w:name="Colorful Shading Accent 1" w:uiPriority="66" w:unhideWhenUsed="1"/>
    <w:lsdException w:name="Colorful List Accent 1" w:uiPriority="67" w:unhideWhenUsed="1"/>
    <w:lsdException w:name="Colorful Grid Accent 1" w:uiPriority="68" w:unhideWhenUsed="1"/>
    <w:lsdException w:name="Light Shading Accent 2" w:uiPriority="69" w:unhideWhenUsed="1"/>
    <w:lsdException w:name="Light List Accent 2" w:uiPriority="70" w:unhideWhenUsed="1"/>
    <w:lsdException w:name="Light Grid Accent 2" w:uiPriority="71" w:unhideWhenUsed="1"/>
    <w:lsdException w:name="Medium Shading 1 Accent 2" w:uiPriority="72" w:unhideWhenUsed="1"/>
    <w:lsdException w:name="Medium Shading 2 Accent 2" w:uiPriority="73" w:unhideWhenUsed="1"/>
    <w:lsdException w:name="Medium List 1 Accent 2" w:uiPriority="60" w:unhideWhenUsed="1"/>
    <w:lsdException w:name="Medium List 2 Accent 2" w:uiPriority="61" w:unhideWhenUsed="1"/>
    <w:lsdException w:name="Medium Grid 1 Accent 2" w:uiPriority="62" w:unhideWhenUsed="1"/>
    <w:lsdException w:name="Medium Grid 2 Accent 2" w:uiPriority="63" w:unhideWhenUsed="1"/>
    <w:lsdException w:name="Medium Grid 3 Accent 2" w:uiPriority="64" w:unhideWhenUsed="1"/>
    <w:lsdException w:name="Dark List Accent 2" w:uiPriority="65" w:unhideWhenUsed="1"/>
    <w:lsdException w:name="Colorful Shading Accent 2" w:uiPriority="66" w:unhideWhenUsed="1"/>
    <w:lsdException w:name="Colorful List Accent 2" w:uiPriority="67" w:unhideWhenUsed="1"/>
    <w:lsdException w:name="Colorful Grid Accent 2" w:uiPriority="68" w:unhideWhenUsed="1"/>
    <w:lsdException w:name="Light Shading Accent 3" w:uiPriority="69" w:unhideWhenUsed="1"/>
    <w:lsdException w:name="Light List Accent 3" w:uiPriority="70" w:unhideWhenUsed="1"/>
    <w:lsdException w:name="Light Grid Accent 3" w:uiPriority="71" w:unhideWhenUsed="1"/>
    <w:lsdException w:name="Medium Shading 1 Accent 3" w:uiPriority="72" w:unhideWhenUsed="1"/>
    <w:lsdException w:name="Medium Shading 2 Accent 3" w:uiPriority="73" w:unhideWhenUsed="1"/>
    <w:lsdException w:name="Medium List 1 Accent 3" w:uiPriority="60" w:unhideWhenUsed="1"/>
    <w:lsdException w:name="Medium List 2 Accent 3" w:uiPriority="61" w:unhideWhenUsed="1"/>
    <w:lsdException w:name="Medium Grid 1 Accent 3" w:uiPriority="62" w:unhideWhenUsed="1"/>
    <w:lsdException w:name="Medium Grid 2 Accent 3" w:uiPriority="63" w:unhideWhenUsed="1"/>
    <w:lsdException w:name="Medium Grid 3 Accent 3" w:uiPriority="64" w:unhideWhenUsed="1"/>
    <w:lsdException w:name="Dark List Accent 3" w:uiPriority="65" w:unhideWhenUsed="1"/>
    <w:lsdException w:name="Colorful Shading Accent 3" w:uiPriority="66" w:unhideWhenUsed="1"/>
    <w:lsdException w:name="Colorful List Accent 3" w:uiPriority="67" w:unhideWhenUsed="1"/>
    <w:lsdException w:name="Colorful Grid Accent 3" w:uiPriority="68" w:unhideWhenUsed="1"/>
    <w:lsdException w:name="Light Shading Accent 4" w:uiPriority="69" w:unhideWhenUsed="1"/>
    <w:lsdException w:name="Light List Accent 4" w:uiPriority="70" w:unhideWhenUsed="1"/>
    <w:lsdException w:name="Light Grid Accent 4" w:uiPriority="71" w:unhideWhenUsed="1"/>
    <w:lsdException w:name="Medium Shading 1 Accent 4" w:uiPriority="72" w:unhideWhenUsed="1"/>
    <w:lsdException w:name="Medium Shading 2 Accent 4" w:uiPriority="73" w:unhideWhenUsed="1"/>
    <w:lsdException w:name="Medium List 1 Accent 4" w:uiPriority="60" w:unhideWhenUsed="1"/>
    <w:lsdException w:name="Medium List 2 Accent 4" w:uiPriority="61" w:unhideWhenUsed="1"/>
    <w:lsdException w:name="Medium Grid 1 Accent 4" w:uiPriority="62" w:unhideWhenUsed="1"/>
    <w:lsdException w:name="Medium Grid 2 Accent 4" w:uiPriority="63" w:unhideWhenUsed="1"/>
    <w:lsdException w:name="Medium Grid 3 Accent 4" w:uiPriority="64" w:unhideWhenUsed="1"/>
    <w:lsdException w:name="Dark List Accent 4" w:uiPriority="65" w:unhideWhenUsed="1"/>
    <w:lsdException w:name="Colorful Shading Accent 4" w:uiPriority="66" w:unhideWhenUsed="1"/>
    <w:lsdException w:name="Colorful List Accent 4" w:uiPriority="67" w:unhideWhenUsed="1"/>
    <w:lsdException w:name="Colorful Grid Accent 4" w:uiPriority="68" w:unhideWhenUsed="1"/>
    <w:lsdException w:name="Light Shading Accent 5" w:uiPriority="69" w:unhideWhenUsed="1"/>
    <w:lsdException w:name="Light List Accent 5" w:uiPriority="70" w:unhideWhenUsed="1"/>
    <w:lsdException w:name="Light Grid Accent 5" w:uiPriority="71" w:unhideWhenUsed="1"/>
    <w:lsdException w:name="Medium Shading 1 Accent 5" w:uiPriority="72" w:unhideWhenUsed="1"/>
    <w:lsdException w:name="Medium Shading 2 Accent 5" w:uiPriority="73" w:unhideWhenUsed="1"/>
    <w:lsdException w:name="Medium List 1 Accent 5" w:uiPriority="60" w:unhideWhenUsed="1"/>
    <w:lsdException w:name="Medium List 2 Accent 5" w:uiPriority="61" w:unhideWhenUsed="1"/>
    <w:lsdException w:name="Medium Grid 1 Accent 5" w:uiPriority="62" w:unhideWhenUsed="1"/>
    <w:lsdException w:name="Medium Grid 2 Accent 5" w:uiPriority="63" w:unhideWhenUsed="1"/>
    <w:lsdException w:name="Medium Grid 3 Accent 5" w:uiPriority="64" w:unhideWhenUsed="1"/>
    <w:lsdException w:name="Dark List Accent 5" w:uiPriority="65" w:unhideWhenUsed="1"/>
    <w:lsdException w:name="Colorful Shading Accent 5" w:uiPriority="66" w:unhideWhenUsed="1"/>
    <w:lsdException w:name="Colorful List Accent 5" w:uiPriority="67" w:unhideWhenUsed="1"/>
    <w:lsdException w:name="Colorful Grid Accent 5" w:uiPriority="68" w:unhideWhenUsed="1"/>
    <w:lsdException w:name="Light Shading Accent 6" w:uiPriority="69" w:unhideWhenUsed="1"/>
    <w:lsdException w:name="Light List Accent 6" w:uiPriority="70" w:unhideWhenUsed="1"/>
    <w:lsdException w:name="Light Grid Accent 6" w:uiPriority="71" w:unhideWhenUsed="1"/>
    <w:lsdException w:name="Medium Shading 1 Accent 6" w:uiPriority="72" w:unhideWhenUsed="1"/>
    <w:lsdException w:name="Medium Shading 2 Accent 6" w:uiPriority="73" w:unhideWhenUsed="1"/>
    <w:lsdException w:name="Medium List 1 Accent 6" w:semiHidden="0" w:uiPriority="19" w:qFormat="1"/>
    <w:lsdException w:name="Medium List 2 Accent 6" w:semiHidden="0" w:uiPriority="21" w:qFormat="1"/>
    <w:lsdException w:name="Medium Grid 1 Accent 6" w:semiHidden="0" w:uiPriority="31" w:qFormat="1"/>
    <w:lsdException w:name="Medium Grid 2 Accent 6" w:semiHidden="0" w:uiPriority="32" w:qFormat="1"/>
    <w:lsdException w:name="Medium Grid 3 Accent 6" w:semiHidden="0" w:uiPriority="33" w:qFormat="1"/>
    <w:lsdException w:name="Dark List Accent 6" w:uiPriority="37" w:unhideWhenUsed="1"/>
    <w:lsdException w:name="Colorful Shading Accent 6" w:uiPriority="39" w:unhideWhenUsed="1" w:qFormat="1"/>
    <w:lsdException w:name="Colorful List Accent 6" w:semiHidden="0" w:uiPriority="41"/>
    <w:lsdException w:name="Colorful Grid Accent 6" w:semiHidden="0" w:uiPriority="42"/>
    <w:lsdException w:name="Subtle Emphasis" w:semiHidden="0" w:uiPriority="43"/>
    <w:lsdException w:name="Intense Emphasis" w:semiHidden="0" w:uiPriority="44"/>
    <w:lsdException w:name="Subtle Reference" w:semiHidden="0" w:uiPriority="45"/>
    <w:lsdException w:name="Intense Reference" w:semiHidden="0" w:uiPriority="40"/>
    <w:lsdException w:name="Book Title" w:semiHidden="0" w:uiPriority="46"/>
    <w:lsdException w:name="Bibliography" w:semiHidden="0" w:uiPriority="47"/>
    <w:lsdException w:name="TOC Heading" w:semiHidden="0" w:uiPriority="48"/>
  </w:latentStyles>
  <w:style w:type="paragraph" w:default="1" w:styleId="Standard">
    <w:name w:val="Normal"/>
    <w:qFormat/>
    <w:rsid w:val="005F6FCA"/>
    <w:pPr>
      <w:spacing w:after="60" w:line="266" w:lineRule="auto"/>
    </w:pPr>
    <w:rPr>
      <w:rFonts w:ascii="Arial" w:hAnsi="Arial"/>
      <w:szCs w:val="24"/>
    </w:rPr>
  </w:style>
  <w:style w:type="paragraph" w:styleId="berschrift1">
    <w:name w:val="heading 1"/>
    <w:basedOn w:val="0berschrift1"/>
    <w:next w:val="Standard"/>
    <w:qFormat/>
    <w:rsid w:val="0076407F"/>
    <w:pPr>
      <w:numPr>
        <w:numId w:val="7"/>
      </w:numPr>
      <w:outlineLvl w:val="0"/>
    </w:pPr>
  </w:style>
  <w:style w:type="paragraph" w:styleId="berschrift2">
    <w:name w:val="heading 2"/>
    <w:basedOn w:val="0berschrift2"/>
    <w:next w:val="Standard"/>
    <w:qFormat/>
    <w:rsid w:val="0076407F"/>
    <w:pPr>
      <w:numPr>
        <w:ilvl w:val="1"/>
        <w:numId w:val="7"/>
      </w:numPr>
      <w:outlineLvl w:val="1"/>
    </w:pPr>
  </w:style>
  <w:style w:type="paragraph" w:styleId="berschrift3">
    <w:name w:val="heading 3"/>
    <w:basedOn w:val="0berschrift3"/>
    <w:next w:val="Standard"/>
    <w:qFormat/>
    <w:rsid w:val="0076407F"/>
    <w:pPr>
      <w:numPr>
        <w:ilvl w:val="2"/>
        <w:numId w:val="7"/>
      </w:numPr>
      <w:outlineLvl w:val="2"/>
    </w:pPr>
  </w:style>
  <w:style w:type="paragraph" w:styleId="berschrift4">
    <w:name w:val="heading 4"/>
    <w:basedOn w:val="Standard"/>
    <w:next w:val="Standard"/>
    <w:qFormat/>
    <w:rsid w:val="00161CAE"/>
    <w:pPr>
      <w:numPr>
        <w:ilvl w:val="3"/>
        <w:numId w:val="7"/>
      </w:numPr>
      <w:spacing w:line="240" w:lineRule="exact"/>
      <w:outlineLvl w:val="3"/>
    </w:pPr>
    <w:rPr>
      <w:rFonts w:cs="Arial"/>
      <w:i/>
      <w:szCs w:val="20"/>
      <w:lang w:val="en-GB"/>
    </w:rPr>
  </w:style>
  <w:style w:type="paragraph" w:styleId="berschrift5">
    <w:name w:val="heading 5"/>
    <w:basedOn w:val="Standard"/>
    <w:next w:val="Standard"/>
    <w:link w:val="berschrift5Zeichen"/>
    <w:qFormat/>
    <w:rsid w:val="00956EF2"/>
    <w:pPr>
      <w:numPr>
        <w:ilvl w:val="4"/>
        <w:numId w:val="7"/>
      </w:numPr>
      <w:spacing w:before="240"/>
      <w:outlineLvl w:val="4"/>
    </w:pPr>
    <w:rPr>
      <w:rFonts w:ascii="Calibri" w:hAnsi="Calibri"/>
      <w:b/>
      <w:bCs/>
      <w:i/>
      <w:iCs/>
      <w:sz w:val="26"/>
      <w:szCs w:val="26"/>
    </w:rPr>
  </w:style>
  <w:style w:type="paragraph" w:styleId="berschrift6">
    <w:name w:val="heading 6"/>
    <w:basedOn w:val="Standard"/>
    <w:next w:val="Standard"/>
    <w:link w:val="berschrift6Zeichen"/>
    <w:qFormat/>
    <w:rsid w:val="00956EF2"/>
    <w:pPr>
      <w:numPr>
        <w:ilvl w:val="5"/>
        <w:numId w:val="7"/>
      </w:numPr>
      <w:spacing w:before="240"/>
      <w:outlineLvl w:val="5"/>
    </w:pPr>
    <w:rPr>
      <w:rFonts w:ascii="Calibri" w:hAnsi="Calibri"/>
      <w:b/>
      <w:bCs/>
      <w:sz w:val="22"/>
      <w:szCs w:val="22"/>
    </w:rPr>
  </w:style>
  <w:style w:type="paragraph" w:styleId="berschrift7">
    <w:name w:val="heading 7"/>
    <w:basedOn w:val="Standard"/>
    <w:next w:val="Standard"/>
    <w:link w:val="berschrift7Zeichen"/>
    <w:qFormat/>
    <w:rsid w:val="00956EF2"/>
    <w:pPr>
      <w:numPr>
        <w:ilvl w:val="6"/>
        <w:numId w:val="7"/>
      </w:numPr>
      <w:spacing w:before="240"/>
      <w:outlineLvl w:val="6"/>
    </w:pPr>
    <w:rPr>
      <w:rFonts w:ascii="Calibri" w:hAnsi="Calibri"/>
      <w:sz w:val="24"/>
    </w:rPr>
  </w:style>
  <w:style w:type="paragraph" w:styleId="berschrift8">
    <w:name w:val="heading 8"/>
    <w:basedOn w:val="Standard"/>
    <w:next w:val="Standard"/>
    <w:link w:val="berschrift8Zeichen"/>
    <w:qFormat/>
    <w:rsid w:val="00956EF2"/>
    <w:pPr>
      <w:numPr>
        <w:ilvl w:val="7"/>
        <w:numId w:val="7"/>
      </w:numPr>
      <w:spacing w:before="240"/>
      <w:outlineLvl w:val="7"/>
    </w:pPr>
    <w:rPr>
      <w:rFonts w:ascii="Calibri" w:hAnsi="Calibri"/>
      <w:i/>
      <w:iCs/>
      <w:sz w:val="24"/>
    </w:rPr>
  </w:style>
  <w:style w:type="paragraph" w:styleId="berschrift9">
    <w:name w:val="heading 9"/>
    <w:basedOn w:val="Standard"/>
    <w:next w:val="Standard"/>
    <w:link w:val="berschrift9Zeichen"/>
    <w:qFormat/>
    <w:rsid w:val="00956EF2"/>
    <w:pPr>
      <w:numPr>
        <w:ilvl w:val="8"/>
        <w:numId w:val="7"/>
      </w:numPr>
      <w:spacing w:before="240"/>
      <w:outlineLvl w:val="8"/>
    </w:pPr>
    <w:rPr>
      <w:rFonts w:ascii="Cambria" w:hAnsi="Cambria"/>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0berschrift1">
    <w:name w:val="* 0 Überschrift 1"/>
    <w:basedOn w:val="1Standardflietext"/>
    <w:next w:val="1Standardflietext"/>
    <w:link w:val="0berschrift1ZchnZchn"/>
    <w:rsid w:val="00FB6AB2"/>
    <w:pPr>
      <w:spacing w:after="240"/>
    </w:pPr>
    <w:rPr>
      <w:b/>
      <w:sz w:val="22"/>
    </w:rPr>
  </w:style>
  <w:style w:type="paragraph" w:customStyle="1" w:styleId="1Standardflietext">
    <w:name w:val="* 1 Standardfließtext"/>
    <w:basedOn w:val="Standard"/>
    <w:link w:val="1StandardflietextZchnZchn"/>
    <w:qFormat/>
    <w:rsid w:val="001674F1"/>
    <w:pPr>
      <w:spacing w:line="240" w:lineRule="exact"/>
    </w:pPr>
    <w:rPr>
      <w:szCs w:val="20"/>
    </w:rPr>
  </w:style>
  <w:style w:type="character" w:customStyle="1" w:styleId="1StandardflietextZchnZchn">
    <w:name w:val="* 1 Standardfließtext Zchn Zchn"/>
    <w:link w:val="1Standardflietext"/>
    <w:rsid w:val="001674F1"/>
    <w:rPr>
      <w:rFonts w:ascii="Arial" w:hAnsi="Arial"/>
      <w:lang w:val="de-DE" w:eastAsia="de-DE" w:bidi="ar-SA"/>
    </w:rPr>
  </w:style>
  <w:style w:type="character" w:customStyle="1" w:styleId="0berschrift1ZchnZchn">
    <w:name w:val="* 0 Überschrift 1 Zchn Zchn"/>
    <w:link w:val="0berschrift1"/>
    <w:rsid w:val="00FB6AB2"/>
    <w:rPr>
      <w:rFonts w:ascii="Arial" w:hAnsi="Arial"/>
      <w:b/>
      <w:sz w:val="22"/>
      <w:lang w:val="de-DE" w:eastAsia="de-DE" w:bidi="ar-SA"/>
    </w:rPr>
  </w:style>
  <w:style w:type="paragraph" w:customStyle="1" w:styleId="0berschrift2">
    <w:name w:val="* 0 Überschrift 2"/>
    <w:basedOn w:val="1Standardflietext"/>
    <w:next w:val="1Standardflietext"/>
    <w:rsid w:val="000F7CB4"/>
    <w:pPr>
      <w:spacing w:after="240"/>
    </w:pPr>
    <w:rPr>
      <w:sz w:val="22"/>
      <w:u w:val="single"/>
    </w:rPr>
  </w:style>
  <w:style w:type="paragraph" w:customStyle="1" w:styleId="0berschrift3">
    <w:name w:val="* 0 Überschrift 3"/>
    <w:basedOn w:val="1Standardflietext"/>
    <w:next w:val="1Standardflietext"/>
    <w:rsid w:val="000F5530"/>
    <w:pPr>
      <w:tabs>
        <w:tab w:val="left" w:pos="340"/>
      </w:tabs>
      <w:ind w:left="340" w:hanging="340"/>
    </w:pPr>
    <w:rPr>
      <w:b/>
    </w:rPr>
  </w:style>
  <w:style w:type="character" w:customStyle="1" w:styleId="berschrift5Zeichen">
    <w:name w:val="Überschrift 5 Zeichen"/>
    <w:link w:val="berschrift5"/>
    <w:semiHidden/>
    <w:rsid w:val="00990706"/>
    <w:rPr>
      <w:rFonts w:ascii="Calibri" w:hAnsi="Calibri"/>
      <w:b/>
      <w:bCs/>
      <w:i/>
      <w:iCs/>
      <w:sz w:val="26"/>
      <w:szCs w:val="26"/>
    </w:rPr>
  </w:style>
  <w:style w:type="character" w:customStyle="1" w:styleId="berschrift6Zeichen">
    <w:name w:val="Überschrift 6 Zeichen"/>
    <w:link w:val="berschrift6"/>
    <w:semiHidden/>
    <w:rsid w:val="00990706"/>
    <w:rPr>
      <w:rFonts w:ascii="Calibri" w:hAnsi="Calibri"/>
      <w:b/>
      <w:bCs/>
      <w:sz w:val="22"/>
      <w:szCs w:val="22"/>
    </w:rPr>
  </w:style>
  <w:style w:type="character" w:customStyle="1" w:styleId="berschrift7Zeichen">
    <w:name w:val="Überschrift 7 Zeichen"/>
    <w:link w:val="berschrift7"/>
    <w:semiHidden/>
    <w:rsid w:val="00990706"/>
    <w:rPr>
      <w:rFonts w:ascii="Calibri" w:hAnsi="Calibri"/>
      <w:sz w:val="24"/>
      <w:szCs w:val="24"/>
    </w:rPr>
  </w:style>
  <w:style w:type="character" w:customStyle="1" w:styleId="berschrift8Zeichen">
    <w:name w:val="Überschrift 8 Zeichen"/>
    <w:link w:val="berschrift8"/>
    <w:semiHidden/>
    <w:rsid w:val="00990706"/>
    <w:rPr>
      <w:rFonts w:ascii="Calibri" w:hAnsi="Calibri"/>
      <w:i/>
      <w:iCs/>
      <w:sz w:val="24"/>
      <w:szCs w:val="24"/>
    </w:rPr>
  </w:style>
  <w:style w:type="character" w:customStyle="1" w:styleId="berschrift9Zeichen">
    <w:name w:val="Überschrift 9 Zeichen"/>
    <w:link w:val="berschrift9"/>
    <w:semiHidden/>
    <w:rsid w:val="00990706"/>
    <w:rPr>
      <w:rFonts w:ascii="Cambria" w:hAnsi="Cambria"/>
      <w:sz w:val="22"/>
      <w:szCs w:val="22"/>
    </w:rPr>
  </w:style>
  <w:style w:type="paragraph" w:styleId="Kopfzeile">
    <w:name w:val="header"/>
    <w:basedOn w:val="Standard"/>
    <w:semiHidden/>
    <w:rsid w:val="00BA7F97"/>
    <w:pPr>
      <w:tabs>
        <w:tab w:val="center" w:pos="4536"/>
        <w:tab w:val="right" w:pos="9072"/>
      </w:tabs>
      <w:spacing w:after="0" w:line="200" w:lineRule="exact"/>
    </w:pPr>
  </w:style>
  <w:style w:type="paragraph" w:customStyle="1" w:styleId="RahmenCopyrightvermerk">
    <w:name w:val="* Rahmen Copyrightvermerk"/>
    <w:basedOn w:val="1Standardflietext"/>
    <w:next w:val="Standard"/>
    <w:rsid w:val="00466BA5"/>
    <w:pPr>
      <w:autoSpaceDE w:val="0"/>
      <w:autoSpaceDN w:val="0"/>
      <w:adjustRightInd w:val="0"/>
      <w:spacing w:after="0" w:line="180" w:lineRule="exact"/>
      <w:jc w:val="center"/>
    </w:pPr>
    <w:rPr>
      <w:rFonts w:eastAsia="Arial Unicode MS"/>
      <w:color w:val="808080"/>
      <w:sz w:val="13"/>
      <w:szCs w:val="13"/>
    </w:rPr>
  </w:style>
  <w:style w:type="paragraph" w:customStyle="1" w:styleId="0berschrift4">
    <w:name w:val="* 0 Überschrift 4"/>
    <w:basedOn w:val="1Standardflietext"/>
    <w:rsid w:val="00161CAE"/>
    <w:rPr>
      <w:i/>
    </w:rPr>
  </w:style>
  <w:style w:type="character" w:styleId="Link">
    <w:name w:val="Hyperlink"/>
    <w:semiHidden/>
    <w:rsid w:val="00527896"/>
    <w:rPr>
      <w:rFonts w:ascii="Arial" w:hAnsi="Arial"/>
      <w:color w:val="333333"/>
      <w:u w:val="single"/>
      <w:lang w:val="de-DE" w:eastAsia="de-DE" w:bidi="ar-SA"/>
    </w:rPr>
  </w:style>
  <w:style w:type="paragraph" w:customStyle="1" w:styleId="2Nummerierungeinfach">
    <w:name w:val="* 2 Nummerierung_einfach"/>
    <w:basedOn w:val="2NummerierungOrdnungszahlen"/>
    <w:rsid w:val="002B0CBD"/>
    <w:pPr>
      <w:numPr>
        <w:numId w:val="1"/>
      </w:numPr>
    </w:pPr>
  </w:style>
  <w:style w:type="paragraph" w:customStyle="1" w:styleId="2NummerierungOrdnungszahlen">
    <w:name w:val="* 2 Nummerierung_Ordnungszahlen"/>
    <w:basedOn w:val="1Standardflietext"/>
    <w:qFormat/>
    <w:rsid w:val="00705E3C"/>
    <w:pPr>
      <w:numPr>
        <w:numId w:val="6"/>
      </w:numPr>
    </w:pPr>
  </w:style>
  <w:style w:type="paragraph" w:styleId="Sprechblasentext">
    <w:name w:val="Balloon Text"/>
    <w:basedOn w:val="Standard"/>
    <w:semiHidden/>
    <w:rPr>
      <w:rFonts w:ascii="Tahoma" w:hAnsi="Tahoma" w:cs="Tahoma"/>
      <w:sz w:val="16"/>
      <w:szCs w:val="16"/>
    </w:rPr>
  </w:style>
  <w:style w:type="paragraph" w:customStyle="1" w:styleId="RahmenKopfzeileSubtitel">
    <w:name w:val="* Rahmen Kopfzeile_Subtitel"/>
    <w:basedOn w:val="1Standardflietext"/>
    <w:next w:val="1Standardflietext"/>
    <w:rsid w:val="0052577E"/>
    <w:pPr>
      <w:spacing w:before="60" w:after="0"/>
    </w:pPr>
    <w:rPr>
      <w:rFonts w:eastAsia="Arial Unicode MS"/>
    </w:rPr>
  </w:style>
  <w:style w:type="paragraph" w:customStyle="1" w:styleId="6Medienelement">
    <w:name w:val="* 6 Medienelement"/>
    <w:basedOn w:val="1Standardflietext"/>
    <w:rsid w:val="007F1F44"/>
    <w:pPr>
      <w:spacing w:line="400" w:lineRule="exact"/>
    </w:pPr>
    <w:rPr>
      <w:b/>
      <w:i/>
      <w:color w:val="808080"/>
      <w:sz w:val="36"/>
    </w:rPr>
  </w:style>
  <w:style w:type="character" w:customStyle="1" w:styleId="2ListeeingercktZchnZchn">
    <w:name w:val="* 2 Liste_eingerückt Zchn Zchn"/>
    <w:basedOn w:val="1StandardflietextZchnZchn"/>
    <w:link w:val="2Listeeingerckt"/>
    <w:rsid w:val="007A0DF3"/>
    <w:rPr>
      <w:rFonts w:ascii="Arial" w:hAnsi="Arial"/>
      <w:lang w:val="de-DE" w:eastAsia="de-DE" w:bidi="ar-SA"/>
    </w:rPr>
  </w:style>
  <w:style w:type="paragraph" w:customStyle="1" w:styleId="2Listeeingerckt">
    <w:name w:val="* 2 Liste_eingerückt"/>
    <w:basedOn w:val="1Standardflietext"/>
    <w:link w:val="2ListeeingercktZchnZchn"/>
    <w:rsid w:val="007A0DF3"/>
    <w:pPr>
      <w:numPr>
        <w:numId w:val="4"/>
      </w:numPr>
    </w:pPr>
  </w:style>
  <w:style w:type="paragraph" w:customStyle="1" w:styleId="2Nummerierungalphabetischklein">
    <w:name w:val="* 2 Nummerierung_alphabetisch_klein"/>
    <w:basedOn w:val="1Standardflietext"/>
    <w:rsid w:val="002B0CBD"/>
    <w:pPr>
      <w:numPr>
        <w:numId w:val="2"/>
      </w:numPr>
    </w:pPr>
  </w:style>
  <w:style w:type="paragraph" w:customStyle="1" w:styleId="3Schreibzeile">
    <w:name w:val="* 3 Schreibzeile"/>
    <w:basedOn w:val="1Standardflietext"/>
    <w:rsid w:val="0049242E"/>
    <w:pPr>
      <w:tabs>
        <w:tab w:val="right" w:pos="9185"/>
      </w:tabs>
      <w:spacing w:before="240"/>
    </w:pPr>
    <w:rPr>
      <w:u w:val="single" w:color="808080"/>
    </w:rPr>
  </w:style>
  <w:style w:type="paragraph" w:customStyle="1" w:styleId="2Liste0">
    <w:name w:val="* 2  Liste"/>
    <w:basedOn w:val="1Standardflietext"/>
    <w:qFormat/>
    <w:rsid w:val="007A0DF3"/>
    <w:pPr>
      <w:numPr>
        <w:numId w:val="5"/>
      </w:numPr>
    </w:pPr>
  </w:style>
  <w:style w:type="paragraph" w:customStyle="1" w:styleId="4Zitat">
    <w:name w:val="* 4 Zitat"/>
    <w:basedOn w:val="1Standardflietext"/>
    <w:next w:val="1Standardflietext"/>
    <w:rsid w:val="00E96370"/>
    <w:pPr>
      <w:pBdr>
        <w:top w:val="double" w:sz="4" w:space="1" w:color="808080"/>
        <w:left w:val="double" w:sz="4" w:space="4" w:color="808080"/>
        <w:bottom w:val="double" w:sz="4" w:space="1" w:color="808080"/>
        <w:right w:val="double" w:sz="4" w:space="4" w:color="808080"/>
      </w:pBdr>
      <w:ind w:left="113" w:right="113"/>
    </w:pPr>
  </w:style>
  <w:style w:type="paragraph" w:customStyle="1" w:styleId="7Quelle">
    <w:name w:val="* 7 Quelle"/>
    <w:basedOn w:val="1Standardflietext"/>
    <w:next w:val="1Standardflietext"/>
    <w:rsid w:val="000F7CB4"/>
    <w:pPr>
      <w:spacing w:before="60"/>
      <w:jc w:val="right"/>
    </w:pPr>
    <w:rPr>
      <w:i/>
      <w:sz w:val="18"/>
    </w:rPr>
  </w:style>
  <w:style w:type="paragraph" w:customStyle="1" w:styleId="2ListeSymbol">
    <w:name w:val="* 2 Liste_Symbol"/>
    <w:basedOn w:val="1Standardflietext"/>
    <w:rsid w:val="007A0DF3"/>
    <w:pPr>
      <w:numPr>
        <w:numId w:val="3"/>
      </w:numPr>
    </w:pPr>
  </w:style>
  <w:style w:type="paragraph" w:customStyle="1" w:styleId="RahmenFuzeile">
    <w:name w:val="* Rahmen Fußzeile"/>
    <w:basedOn w:val="1Standardflietext"/>
    <w:rsid w:val="00BE6C78"/>
    <w:pPr>
      <w:spacing w:before="60" w:after="0" w:line="200" w:lineRule="exact"/>
    </w:pPr>
    <w:rPr>
      <w:sz w:val="16"/>
    </w:rPr>
  </w:style>
  <w:style w:type="character" w:customStyle="1" w:styleId="3Schreiblinie">
    <w:name w:val="* 3 Schreiblinie"/>
    <w:rsid w:val="003524B3"/>
    <w:rPr>
      <w:u w:val="single" w:color="808080"/>
    </w:rPr>
  </w:style>
  <w:style w:type="table" w:customStyle="1" w:styleId="5Tabelle">
    <w:name w:val="* 5 Tabelle"/>
    <w:basedOn w:val="NormaleTabelle"/>
    <w:rsid w:val="00311278"/>
    <w:pPr>
      <w:spacing w:before="60" w:after="60" w:line="240" w:lineRule="exact"/>
    </w:pPr>
    <w:rPr>
      <w:rFonts w:ascii="Arial" w:hAnsi="Arial"/>
    </w:rPr>
    <w:tblPr>
      <w:tblInd w:w="5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0" w:type="dxa"/>
        <w:left w:w="57" w:type="dxa"/>
        <w:bottom w:w="0" w:type="dxa"/>
        <w:right w:w="57" w:type="dxa"/>
      </w:tblCellMar>
    </w:tblPr>
  </w:style>
  <w:style w:type="paragraph" w:customStyle="1" w:styleId="RahmenKopfzeilelinks">
    <w:name w:val="* Rahmen Kopfzeile_links"/>
    <w:basedOn w:val="1Standardflietext"/>
    <w:next w:val="1Standardflietext"/>
    <w:link w:val="RahmenKopfzeilelinksZchnZchn"/>
    <w:rsid w:val="00E66908"/>
    <w:pPr>
      <w:spacing w:after="0" w:line="360" w:lineRule="exact"/>
      <w:ind w:left="-170"/>
    </w:pPr>
    <w:rPr>
      <w:rFonts w:ascii="Verdana" w:hAnsi="Verdana"/>
      <w:b/>
      <w:color w:val="808080"/>
      <w:sz w:val="22"/>
      <w:szCs w:val="24"/>
    </w:rPr>
  </w:style>
  <w:style w:type="character" w:customStyle="1" w:styleId="RahmenKopfzeilelinksZchnZchn">
    <w:name w:val="* Rahmen Kopfzeile_links Zchn Zchn"/>
    <w:link w:val="RahmenKopfzeilelinks"/>
    <w:rsid w:val="00E66908"/>
    <w:rPr>
      <w:rFonts w:ascii="Verdana" w:hAnsi="Verdana"/>
      <w:b/>
      <w:color w:val="808080"/>
      <w:sz w:val="22"/>
      <w:szCs w:val="24"/>
    </w:rPr>
  </w:style>
  <w:style w:type="paragraph" w:customStyle="1" w:styleId="RahmenKopfzeilerechts">
    <w:name w:val="* Rahmen Kopfzeile_rechts"/>
    <w:basedOn w:val="1Standardflietext"/>
    <w:next w:val="1Standardflietext"/>
    <w:link w:val="RahmenKopfzeilerechtsZchnZchn"/>
    <w:rsid w:val="00D02F67"/>
    <w:pPr>
      <w:autoSpaceDE w:val="0"/>
      <w:autoSpaceDN w:val="0"/>
      <w:adjustRightInd w:val="0"/>
      <w:spacing w:after="0" w:line="360" w:lineRule="exact"/>
      <w:ind w:right="-142"/>
      <w:jc w:val="right"/>
    </w:pPr>
    <w:rPr>
      <w:rFonts w:ascii="Verdana" w:hAnsi="Verdana"/>
      <w:i/>
      <w:color w:val="000000"/>
      <w:sz w:val="22"/>
      <w:szCs w:val="30"/>
    </w:rPr>
  </w:style>
  <w:style w:type="character" w:customStyle="1" w:styleId="RahmenKopfzeilerechtsZchnZchn">
    <w:name w:val="* Rahmen Kopfzeile_rechts Zchn Zchn"/>
    <w:link w:val="RahmenKopfzeilerechts"/>
    <w:rsid w:val="00D02F67"/>
    <w:rPr>
      <w:rFonts w:ascii="Verdana" w:hAnsi="Verdana"/>
      <w:i/>
      <w:color w:val="000000"/>
      <w:sz w:val="22"/>
      <w:szCs w:val="30"/>
    </w:rPr>
  </w:style>
  <w:style w:type="paragraph" w:customStyle="1" w:styleId="2Nummerierungalphabetischgross">
    <w:name w:val="* 2 Nummerierung_alphabetisch_gross"/>
    <w:basedOn w:val="2Nummerierungalphabetischklein"/>
    <w:rsid w:val="00E3649D"/>
    <w:pPr>
      <w:numPr>
        <w:numId w:val="8"/>
      </w:numPr>
    </w:pPr>
    <w:rPr>
      <w:lang w:val="en-GB"/>
    </w:rPr>
  </w:style>
  <w:style w:type="character" w:customStyle="1" w:styleId="1fett">
    <w:name w:val="* 1 fett"/>
    <w:rsid w:val="00496EA9"/>
    <w:rPr>
      <w:b/>
    </w:rPr>
  </w:style>
  <w:style w:type="character" w:customStyle="1" w:styleId="1unterstrichen">
    <w:name w:val="* 1 unterstrichen"/>
    <w:rsid w:val="00496EA9"/>
    <w:rPr>
      <w:u w:val="single"/>
    </w:rPr>
  </w:style>
  <w:style w:type="character" w:customStyle="1" w:styleId="1kursiv">
    <w:name w:val="* 1 kursiv"/>
    <w:rsid w:val="00496EA9"/>
    <w:rPr>
      <w:i/>
    </w:rPr>
  </w:style>
  <w:style w:type="character" w:customStyle="1" w:styleId="1Markierung">
    <w:name w:val="* 1 Markierung"/>
    <w:rsid w:val="00356A49"/>
    <w:rPr>
      <w:i/>
      <w:color w:val="FF00FF"/>
    </w:rPr>
  </w:style>
  <w:style w:type="character" w:customStyle="1" w:styleId="3Lsung">
    <w:name w:val="* 3 Lösung"/>
    <w:rsid w:val="00A37CDA"/>
    <w:rPr>
      <w:rFonts w:ascii="Comic Sans MS" w:hAnsi="Comic Sans MS"/>
      <w:b/>
      <w:color w:val="808080"/>
      <w:spacing w:val="20"/>
      <w:sz w:val="22"/>
      <w:szCs w:val="22"/>
      <w:u w:val="single" w:color="808080"/>
    </w:rPr>
  </w:style>
  <w:style w:type="character" w:customStyle="1" w:styleId="RahmenSymbol">
    <w:name w:val="* Rahmen Symbol"/>
    <w:rsid w:val="0076191E"/>
    <w:rPr>
      <w:rFonts w:ascii="Webdings" w:hAnsi="Webdings" w:cs="Verdana"/>
    </w:rPr>
  </w:style>
  <w:style w:type="paragraph" w:customStyle="1" w:styleId="8Dialog">
    <w:name w:val="* 8 Dialog"/>
    <w:basedOn w:val="1Standardflietext"/>
    <w:rsid w:val="00934AB7"/>
    <w:pPr>
      <w:tabs>
        <w:tab w:val="left" w:pos="284"/>
      </w:tabs>
      <w:spacing w:line="400" w:lineRule="exact"/>
      <w:ind w:left="454" w:hanging="454"/>
    </w:pPr>
  </w:style>
  <w:style w:type="paragraph" w:styleId="Fuzeile">
    <w:name w:val="footer"/>
    <w:basedOn w:val="Standard"/>
    <w:semiHidden/>
    <w:rsid w:val="003E29FB"/>
    <w:pPr>
      <w:tabs>
        <w:tab w:val="center" w:pos="4536"/>
        <w:tab w:val="right" w:pos="9072"/>
      </w:tabs>
    </w:pPr>
  </w:style>
  <w:style w:type="paragraph" w:styleId="Dokumentstruktur">
    <w:name w:val="Document Map"/>
    <w:basedOn w:val="Standard"/>
    <w:link w:val="DokumentstrukturZeichen"/>
    <w:semiHidden/>
    <w:rsid w:val="0057045C"/>
    <w:rPr>
      <w:rFonts w:ascii="Tahoma" w:hAnsi="Tahoma" w:cs="Tahoma"/>
      <w:sz w:val="16"/>
      <w:szCs w:val="16"/>
    </w:rPr>
  </w:style>
  <w:style w:type="character" w:customStyle="1" w:styleId="DokumentstrukturZeichen">
    <w:name w:val="Dokumentstruktur Zeichen"/>
    <w:link w:val="Dokumentstruktur"/>
    <w:semiHidden/>
    <w:rsid w:val="0057045C"/>
    <w:rPr>
      <w:rFonts w:ascii="Tahoma" w:hAnsi="Tahoma" w:cs="Tahoma"/>
      <w:sz w:val="16"/>
      <w:szCs w:val="16"/>
    </w:rPr>
  </w:style>
  <w:style w:type="character" w:customStyle="1" w:styleId="3Handschrift">
    <w:name w:val="* 3 Handschrift"/>
    <w:qFormat/>
    <w:rsid w:val="00454670"/>
    <w:rPr>
      <w:rFonts w:ascii="Comic Sans MS" w:hAnsi="Comic Sans MS"/>
      <w:b/>
      <w:color w:val="808080"/>
      <w:spacing w:val="20"/>
      <w:sz w:val="22"/>
      <w:szCs w:val="22"/>
      <w:u w:val="none" w:color="808080"/>
    </w:rPr>
  </w:style>
  <w:style w:type="paragraph" w:customStyle="1" w:styleId="RahmenLogo-Schriftzug">
    <w:name w:val="* Rahmen Logo-Schriftzug"/>
    <w:basedOn w:val="Standard"/>
    <w:rsid w:val="00394D98"/>
    <w:pPr>
      <w:ind w:left="-142" w:right="-142"/>
      <w:jc w:val="center"/>
    </w:pPr>
    <w:rPr>
      <w:rFonts w:cs="Arial"/>
      <w:sz w:val="36"/>
      <w:szCs w:val="40"/>
      <w:lang w:val="it-IT"/>
    </w:rPr>
  </w:style>
  <w:style w:type="paragraph" w:customStyle="1" w:styleId="1StandardflietextgrosserAbstand">
    <w:name w:val="* 1 Standardfließtext_grosser Abstand"/>
    <w:basedOn w:val="1Standardflietext"/>
    <w:rsid w:val="008D2CDD"/>
    <w:pPr>
      <w:spacing w:line="360" w:lineRule="exact"/>
    </w:pPr>
  </w:style>
  <w:style w:type="paragraph" w:customStyle="1" w:styleId="2Liste">
    <w:name w:val="* 2 Liste +"/>
    <w:basedOn w:val="2Liste0"/>
    <w:qFormat/>
    <w:rsid w:val="00245F29"/>
    <w:pPr>
      <w:numPr>
        <w:numId w:val="25"/>
      </w:numPr>
      <w:tabs>
        <w:tab w:val="left" w:pos="340"/>
      </w:tabs>
      <w:ind w:left="340" w:hanging="340"/>
    </w:pPr>
  </w:style>
  <w:style w:type="paragraph" w:customStyle="1" w:styleId="widget">
    <w:name w:val="widget"/>
    <w:basedOn w:val="Standard"/>
    <w:rsid w:val="000E4625"/>
    <w:pPr>
      <w:spacing w:before="100" w:beforeAutospacing="1" w:after="100" w:afterAutospacing="1" w:line="240" w:lineRule="auto"/>
    </w:pPr>
    <w:rPr>
      <w:rFonts w:ascii="Times New Roman" w:hAnsi="Times New Roman"/>
      <w:sz w:val="24"/>
    </w:rPr>
  </w:style>
  <w:style w:type="character" w:customStyle="1" w:styleId="artsingleauthor">
    <w:name w:val="artsingleauthor"/>
    <w:rsid w:val="000E4625"/>
  </w:style>
  <w:style w:type="character" w:customStyle="1" w:styleId="credit">
    <w:name w:val="credit"/>
    <w:rsid w:val="000E4625"/>
  </w:style>
  <w:style w:type="character" w:customStyle="1" w:styleId="Beschriftung1">
    <w:name w:val="Beschriftung1"/>
    <w:rsid w:val="000E4625"/>
  </w:style>
  <w:style w:type="paragraph" w:customStyle="1" w:styleId="prefix1">
    <w:name w:val="prefix_1"/>
    <w:basedOn w:val="Standard"/>
    <w:rsid w:val="000E4625"/>
    <w:pPr>
      <w:spacing w:before="100" w:beforeAutospacing="1" w:after="100" w:afterAutospacing="1" w:line="240" w:lineRule="auto"/>
    </w:pPr>
    <w:rPr>
      <w:rFonts w:ascii="Times New Roman" w:hAnsi="Times New Roman"/>
      <w:sz w:val="24"/>
    </w:rPr>
  </w:style>
  <w:style w:type="character" w:customStyle="1" w:styleId="headline">
    <w:name w:val="headline"/>
    <w:rsid w:val="000E4625"/>
  </w:style>
  <w:style w:type="character" w:customStyle="1" w:styleId="title">
    <w:name w:val="title"/>
    <w:rsid w:val="000E4625"/>
  </w:style>
  <w:style w:type="character" w:styleId="Herausstellen">
    <w:name w:val="Emphasis"/>
    <w:uiPriority w:val="20"/>
    <w:qFormat/>
    <w:rsid w:val="000E4625"/>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0" w:defQFormat="0" w:count="276">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header" w:semiHidden="0"/>
    <w:lsdException w:name="footer" w:semiHidden="0"/>
    <w:lsdException w:name="caption" w:unhideWhenUsed="1" w:qFormat="1"/>
    <w:lsdException w:name="Title" w:semiHidden="0" w:qFormat="1"/>
    <w:lsdException w:name="Default Paragraph Font" w:semiHidden="0"/>
    <w:lsdException w:name="Subtitle" w:semiHidden="0" w:qFormat="1"/>
    <w:lsdException w:name="Hyperlink" w:semiHidden="0"/>
    <w:lsdException w:name="Strong" w:semiHidden="0" w:qFormat="1"/>
    <w:lsdException w:name="Emphasis" w:semiHidden="0" w:uiPriority="20" w:qFormat="1"/>
    <w:lsdException w:name="HTML Top of Form" w:semiHidden="0"/>
    <w:lsdException w:name="HTML Bottom of Form" w:semiHidden="0"/>
    <w:lsdException w:name="Normal Table" w:semiHidden="0"/>
    <w:lsdException w:name="No List" w:semiHidden="0"/>
    <w:lsdException w:name="Outline List 1" w:semiHidden="0"/>
    <w:lsdException w:name="Outline List 2" w:semiHidden="0"/>
    <w:lsdException w:name="Outline List 3" w:semiHidden="0"/>
    <w:lsdException w:name="Table Simple 1" w:semiHidden="0"/>
    <w:lsdException w:name="Table Simple 2" w:semiHidden="0"/>
    <w:lsdException w:name="Table Simple 3" w:semiHidden="0"/>
    <w:lsdException w:name="Table Classic 1" w:semiHidden="0"/>
    <w:lsdException w:name="Table Classic 2" w:semiHidden="0"/>
    <w:lsdException w:name="Table Classic 3" w:semiHidden="0"/>
    <w:lsdException w:name="Table Classic 4" w:semiHidden="0"/>
    <w:lsdException w:name="Table Colorful 1" w:semiHidden="0"/>
    <w:lsdException w:name="Table Colorful 2" w:semiHidden="0"/>
    <w:lsdException w:name="Table Colorful 3" w:semiHidden="0"/>
    <w:lsdException w:name="Table Columns 1" w:semiHidden="0"/>
    <w:lsdException w:name="Table Columns 2" w:semiHidden="0"/>
    <w:lsdException w:name="Table Columns 3" w:semiHidden="0"/>
    <w:lsdException w:name="Table Columns 4" w:semiHidden="0"/>
    <w:lsdException w:name="Table Columns 5" w:semiHidden="0"/>
    <w:lsdException w:name="Table Grid 1" w:semiHidden="0"/>
    <w:lsdException w:name="Table Grid 2" w:semiHidden="0"/>
    <w:lsdException w:name="Table Grid 3" w:semiHidden="0"/>
    <w:lsdException w:name="Table Grid 4" w:semiHidden="0"/>
    <w:lsdException w:name="Table Grid 5" w:semiHidden="0"/>
    <w:lsdException w:name="Table Grid 6" w:semiHidden="0"/>
    <w:lsdException w:name="Table Grid 7" w:semiHidden="0"/>
    <w:lsdException w:name="Table Grid 8" w:semiHidden="0"/>
    <w:lsdException w:name="Table List 1" w:semiHidden="0"/>
    <w:lsdException w:name="Table List 2" w:semiHidden="0"/>
    <w:lsdException w:name="Table List 3" w:semiHidden="0"/>
    <w:lsdException w:name="Table List 4" w:semiHidden="0"/>
    <w:lsdException w:name="Table List 5" w:semiHidden="0"/>
    <w:lsdException w:name="Table List 6" w:semiHidden="0"/>
    <w:lsdException w:name="Table List 7" w:semiHidden="0"/>
    <w:lsdException w:name="Table List 8" w:semiHidden="0"/>
    <w:lsdException w:name="Table 3D effects 1" w:semiHidden="0"/>
    <w:lsdException w:name="Table 3D effects 2" w:semiHidden="0"/>
    <w:lsdException w:name="Table 3D effects 3" w:semiHidden="0"/>
    <w:lsdException w:name="Table Contemporary" w:semiHidden="0"/>
    <w:lsdException w:name="Table Elegant" w:semiHidden="0"/>
    <w:lsdException w:name="Table Professional" w:semiHidden="0"/>
    <w:lsdException w:name="Table Subtle 1" w:semiHidden="0"/>
    <w:lsdException w:name="Table Subtle 2" w:semiHidden="0"/>
    <w:lsdException w:name="Table Web 1" w:semiHidden="0"/>
    <w:lsdException w:name="Table Web 2" w:semiHidden="0"/>
    <w:lsdException w:name="Table Web 3" w:semiHidden="0"/>
    <w:lsdException w:name="Balloon Text" w:semiHidden="0"/>
    <w:lsdException w:name="Table Grid" w:semiHidden="0"/>
    <w:lsdException w:name="Table Theme" w:semiHidden="0"/>
    <w:lsdException w:name="Note Level 1" w:uiPriority="99"/>
    <w:lsdException w:name="Note Level 2" w:semiHidden="0" w:uiPriority="1" w:qFormat="1"/>
    <w:lsdException w:name="Note Level 3" w:uiPriority="60" w:unhideWhenUsed="1"/>
    <w:lsdException w:name="Note Level 4" w:uiPriority="61" w:unhideWhenUsed="1"/>
    <w:lsdException w:name="Note Level 5" w:uiPriority="62" w:unhideWhenUsed="1"/>
    <w:lsdException w:name="Note Level 6" w:uiPriority="63" w:unhideWhenUsed="1"/>
    <w:lsdException w:name="Note Level 7" w:uiPriority="64" w:unhideWhenUsed="1"/>
    <w:lsdException w:name="Note Level 8" w:uiPriority="65" w:unhideWhenUsed="1"/>
    <w:lsdException w:name="Note Level 9" w:uiPriority="66" w:unhideWhenUsed="1"/>
    <w:lsdException w:name="Placeholder Text" w:uiPriority="67" w:unhideWhenUsed="1"/>
    <w:lsdException w:name="No Spacing" w:uiPriority="68" w:unhideWhenUsed="1"/>
    <w:lsdException w:name="Light Shading" w:uiPriority="69" w:unhideWhenUsed="1"/>
    <w:lsdException w:name="Light List" w:uiPriority="70" w:unhideWhenUsed="1"/>
    <w:lsdException w:name="Light Grid" w:uiPriority="71" w:unhideWhenUsed="1"/>
    <w:lsdException w:name="Medium Shading 1" w:uiPriority="72" w:unhideWhenUsed="1"/>
    <w:lsdException w:name="Medium Shading 2" w:uiPriority="73" w:unhideWhenUsed="1"/>
    <w:lsdException w:name="Medium List 1" w:uiPriority="60" w:unhideWhenUsed="1"/>
    <w:lsdException w:name="Medium List 2" w:uiPriority="61" w:unhideWhenUsed="1"/>
    <w:lsdException w:name="Medium Grid 1" w:uiPriority="62" w:unhideWhenUsed="1"/>
    <w:lsdException w:name="Medium Grid 2" w:uiPriority="63" w:unhideWhenUsed="1"/>
    <w:lsdException w:name="Medium Grid 3" w:uiPriority="64" w:unhideWhenUsed="1"/>
    <w:lsdException w:name="Dark List" w:uiPriority="65" w:unhideWhenUsed="1"/>
    <w:lsdException w:name="Colorful Shading" w:uiPriority="99"/>
    <w:lsdException w:name="Colorful List" w:semiHidden="0" w:uiPriority="34" w:qFormat="1"/>
    <w:lsdException w:name="Colorful Grid" w:semiHidden="0" w:uiPriority="29" w:qFormat="1"/>
    <w:lsdException w:name="Light Shading Accent 1" w:semiHidden="0" w:uiPriority="30" w:qFormat="1"/>
    <w:lsdException w:name="Light List Accent 1" w:uiPriority="66" w:unhideWhenUsed="1"/>
    <w:lsdException w:name="Light Grid Accent 1" w:uiPriority="67" w:unhideWhenUsed="1"/>
    <w:lsdException w:name="Medium Shading 1 Accent 1" w:uiPriority="68" w:unhideWhenUsed="1"/>
    <w:lsdException w:name="Medium Shading 2 Accent 1" w:uiPriority="69" w:unhideWhenUsed="1"/>
    <w:lsdException w:name="Medium List 1 Accent 1" w:uiPriority="70" w:unhideWhenUsed="1"/>
    <w:lsdException w:name="Revision" w:uiPriority="71" w:unhideWhenUsed="1"/>
    <w:lsdException w:name="List Paragraph" w:uiPriority="72" w:unhideWhenUsed="1"/>
    <w:lsdException w:name="Quote" w:uiPriority="73" w:unhideWhenUsed="1"/>
    <w:lsdException w:name="Intense Quote" w:uiPriority="60" w:unhideWhenUsed="1"/>
    <w:lsdException w:name="Medium List 2 Accent 1" w:uiPriority="61" w:unhideWhenUsed="1"/>
    <w:lsdException w:name="Medium Grid 1 Accent 1" w:uiPriority="62" w:unhideWhenUsed="1"/>
    <w:lsdException w:name="Medium Grid 2 Accent 1" w:uiPriority="63" w:unhideWhenUsed="1"/>
    <w:lsdException w:name="Medium Grid 3 Accent 1" w:uiPriority="64" w:unhideWhenUsed="1"/>
    <w:lsdException w:name="Dark List Accent 1" w:uiPriority="65" w:unhideWhenUsed="1"/>
    <w:lsdException w:name="Colorful Shading Accent 1" w:uiPriority="66" w:unhideWhenUsed="1"/>
    <w:lsdException w:name="Colorful List Accent 1" w:uiPriority="67" w:unhideWhenUsed="1"/>
    <w:lsdException w:name="Colorful Grid Accent 1" w:uiPriority="68" w:unhideWhenUsed="1"/>
    <w:lsdException w:name="Light Shading Accent 2" w:uiPriority="69" w:unhideWhenUsed="1"/>
    <w:lsdException w:name="Light List Accent 2" w:uiPriority="70" w:unhideWhenUsed="1"/>
    <w:lsdException w:name="Light Grid Accent 2" w:uiPriority="71" w:unhideWhenUsed="1"/>
    <w:lsdException w:name="Medium Shading 1 Accent 2" w:uiPriority="72" w:unhideWhenUsed="1"/>
    <w:lsdException w:name="Medium Shading 2 Accent 2" w:uiPriority="73" w:unhideWhenUsed="1"/>
    <w:lsdException w:name="Medium List 1 Accent 2" w:uiPriority="60" w:unhideWhenUsed="1"/>
    <w:lsdException w:name="Medium List 2 Accent 2" w:uiPriority="61" w:unhideWhenUsed="1"/>
    <w:lsdException w:name="Medium Grid 1 Accent 2" w:uiPriority="62" w:unhideWhenUsed="1"/>
    <w:lsdException w:name="Medium Grid 2 Accent 2" w:uiPriority="63" w:unhideWhenUsed="1"/>
    <w:lsdException w:name="Medium Grid 3 Accent 2" w:uiPriority="64" w:unhideWhenUsed="1"/>
    <w:lsdException w:name="Dark List Accent 2" w:uiPriority="65" w:unhideWhenUsed="1"/>
    <w:lsdException w:name="Colorful Shading Accent 2" w:uiPriority="66" w:unhideWhenUsed="1"/>
    <w:lsdException w:name="Colorful List Accent 2" w:uiPriority="67" w:unhideWhenUsed="1"/>
    <w:lsdException w:name="Colorful Grid Accent 2" w:uiPriority="68" w:unhideWhenUsed="1"/>
    <w:lsdException w:name="Light Shading Accent 3" w:uiPriority="69" w:unhideWhenUsed="1"/>
    <w:lsdException w:name="Light List Accent 3" w:uiPriority="70" w:unhideWhenUsed="1"/>
    <w:lsdException w:name="Light Grid Accent 3" w:uiPriority="71" w:unhideWhenUsed="1"/>
    <w:lsdException w:name="Medium Shading 1 Accent 3" w:uiPriority="72" w:unhideWhenUsed="1"/>
    <w:lsdException w:name="Medium Shading 2 Accent 3" w:uiPriority="73" w:unhideWhenUsed="1"/>
    <w:lsdException w:name="Medium List 1 Accent 3" w:uiPriority="60" w:unhideWhenUsed="1"/>
    <w:lsdException w:name="Medium List 2 Accent 3" w:uiPriority="61" w:unhideWhenUsed="1"/>
    <w:lsdException w:name="Medium Grid 1 Accent 3" w:uiPriority="62" w:unhideWhenUsed="1"/>
    <w:lsdException w:name="Medium Grid 2 Accent 3" w:uiPriority="63" w:unhideWhenUsed="1"/>
    <w:lsdException w:name="Medium Grid 3 Accent 3" w:uiPriority="64" w:unhideWhenUsed="1"/>
    <w:lsdException w:name="Dark List Accent 3" w:uiPriority="65" w:unhideWhenUsed="1"/>
    <w:lsdException w:name="Colorful Shading Accent 3" w:uiPriority="66" w:unhideWhenUsed="1"/>
    <w:lsdException w:name="Colorful List Accent 3" w:uiPriority="67" w:unhideWhenUsed="1"/>
    <w:lsdException w:name="Colorful Grid Accent 3" w:uiPriority="68" w:unhideWhenUsed="1"/>
    <w:lsdException w:name="Light Shading Accent 4" w:uiPriority="69" w:unhideWhenUsed="1"/>
    <w:lsdException w:name="Light List Accent 4" w:uiPriority="70" w:unhideWhenUsed="1"/>
    <w:lsdException w:name="Light Grid Accent 4" w:uiPriority="71" w:unhideWhenUsed="1"/>
    <w:lsdException w:name="Medium Shading 1 Accent 4" w:uiPriority="72" w:unhideWhenUsed="1"/>
    <w:lsdException w:name="Medium Shading 2 Accent 4" w:uiPriority="73" w:unhideWhenUsed="1"/>
    <w:lsdException w:name="Medium List 1 Accent 4" w:uiPriority="60" w:unhideWhenUsed="1"/>
    <w:lsdException w:name="Medium List 2 Accent 4" w:uiPriority="61" w:unhideWhenUsed="1"/>
    <w:lsdException w:name="Medium Grid 1 Accent 4" w:uiPriority="62" w:unhideWhenUsed="1"/>
    <w:lsdException w:name="Medium Grid 2 Accent 4" w:uiPriority="63" w:unhideWhenUsed="1"/>
    <w:lsdException w:name="Medium Grid 3 Accent 4" w:uiPriority="64" w:unhideWhenUsed="1"/>
    <w:lsdException w:name="Dark List Accent 4" w:uiPriority="65" w:unhideWhenUsed="1"/>
    <w:lsdException w:name="Colorful Shading Accent 4" w:uiPriority="66" w:unhideWhenUsed="1"/>
    <w:lsdException w:name="Colorful List Accent 4" w:uiPriority="67" w:unhideWhenUsed="1"/>
    <w:lsdException w:name="Colorful Grid Accent 4" w:uiPriority="68" w:unhideWhenUsed="1"/>
    <w:lsdException w:name="Light Shading Accent 5" w:uiPriority="69" w:unhideWhenUsed="1"/>
    <w:lsdException w:name="Light List Accent 5" w:uiPriority="70" w:unhideWhenUsed="1"/>
    <w:lsdException w:name="Light Grid Accent 5" w:uiPriority="71" w:unhideWhenUsed="1"/>
    <w:lsdException w:name="Medium Shading 1 Accent 5" w:uiPriority="72" w:unhideWhenUsed="1"/>
    <w:lsdException w:name="Medium Shading 2 Accent 5" w:uiPriority="73" w:unhideWhenUsed="1"/>
    <w:lsdException w:name="Medium List 1 Accent 5" w:uiPriority="60" w:unhideWhenUsed="1"/>
    <w:lsdException w:name="Medium List 2 Accent 5" w:uiPriority="61" w:unhideWhenUsed="1"/>
    <w:lsdException w:name="Medium Grid 1 Accent 5" w:uiPriority="62" w:unhideWhenUsed="1"/>
    <w:lsdException w:name="Medium Grid 2 Accent 5" w:uiPriority="63" w:unhideWhenUsed="1"/>
    <w:lsdException w:name="Medium Grid 3 Accent 5" w:uiPriority="64" w:unhideWhenUsed="1"/>
    <w:lsdException w:name="Dark List Accent 5" w:uiPriority="65" w:unhideWhenUsed="1"/>
    <w:lsdException w:name="Colorful Shading Accent 5" w:uiPriority="66" w:unhideWhenUsed="1"/>
    <w:lsdException w:name="Colorful List Accent 5" w:uiPriority="67" w:unhideWhenUsed="1"/>
    <w:lsdException w:name="Colorful Grid Accent 5" w:uiPriority="68" w:unhideWhenUsed="1"/>
    <w:lsdException w:name="Light Shading Accent 6" w:uiPriority="69" w:unhideWhenUsed="1"/>
    <w:lsdException w:name="Light List Accent 6" w:uiPriority="70" w:unhideWhenUsed="1"/>
    <w:lsdException w:name="Light Grid Accent 6" w:uiPriority="71" w:unhideWhenUsed="1"/>
    <w:lsdException w:name="Medium Shading 1 Accent 6" w:uiPriority="72" w:unhideWhenUsed="1"/>
    <w:lsdException w:name="Medium Shading 2 Accent 6" w:uiPriority="73" w:unhideWhenUsed="1"/>
    <w:lsdException w:name="Medium List 1 Accent 6" w:semiHidden="0" w:uiPriority="19" w:qFormat="1"/>
    <w:lsdException w:name="Medium List 2 Accent 6" w:semiHidden="0" w:uiPriority="21" w:qFormat="1"/>
    <w:lsdException w:name="Medium Grid 1 Accent 6" w:semiHidden="0" w:uiPriority="31" w:qFormat="1"/>
    <w:lsdException w:name="Medium Grid 2 Accent 6" w:semiHidden="0" w:uiPriority="32" w:qFormat="1"/>
    <w:lsdException w:name="Medium Grid 3 Accent 6" w:semiHidden="0" w:uiPriority="33" w:qFormat="1"/>
    <w:lsdException w:name="Dark List Accent 6" w:uiPriority="37" w:unhideWhenUsed="1"/>
    <w:lsdException w:name="Colorful Shading Accent 6" w:uiPriority="39" w:unhideWhenUsed="1" w:qFormat="1"/>
    <w:lsdException w:name="Colorful List Accent 6" w:semiHidden="0" w:uiPriority="41"/>
    <w:lsdException w:name="Colorful Grid Accent 6" w:semiHidden="0" w:uiPriority="42"/>
    <w:lsdException w:name="Subtle Emphasis" w:semiHidden="0" w:uiPriority="43"/>
    <w:lsdException w:name="Intense Emphasis" w:semiHidden="0" w:uiPriority="44"/>
    <w:lsdException w:name="Subtle Reference" w:semiHidden="0" w:uiPriority="45"/>
    <w:lsdException w:name="Intense Reference" w:semiHidden="0" w:uiPriority="40"/>
    <w:lsdException w:name="Book Title" w:semiHidden="0" w:uiPriority="46"/>
    <w:lsdException w:name="Bibliography" w:semiHidden="0" w:uiPriority="47"/>
    <w:lsdException w:name="TOC Heading" w:semiHidden="0" w:uiPriority="48"/>
  </w:latentStyles>
  <w:style w:type="paragraph" w:default="1" w:styleId="Standard">
    <w:name w:val="Normal"/>
    <w:qFormat/>
    <w:rsid w:val="005F6FCA"/>
    <w:pPr>
      <w:spacing w:after="60" w:line="266" w:lineRule="auto"/>
    </w:pPr>
    <w:rPr>
      <w:rFonts w:ascii="Arial" w:hAnsi="Arial"/>
      <w:szCs w:val="24"/>
    </w:rPr>
  </w:style>
  <w:style w:type="paragraph" w:styleId="berschrift1">
    <w:name w:val="heading 1"/>
    <w:basedOn w:val="0berschrift1"/>
    <w:next w:val="Standard"/>
    <w:qFormat/>
    <w:rsid w:val="0076407F"/>
    <w:pPr>
      <w:numPr>
        <w:numId w:val="7"/>
      </w:numPr>
      <w:outlineLvl w:val="0"/>
    </w:pPr>
  </w:style>
  <w:style w:type="paragraph" w:styleId="berschrift2">
    <w:name w:val="heading 2"/>
    <w:basedOn w:val="0berschrift2"/>
    <w:next w:val="Standard"/>
    <w:qFormat/>
    <w:rsid w:val="0076407F"/>
    <w:pPr>
      <w:numPr>
        <w:ilvl w:val="1"/>
        <w:numId w:val="7"/>
      </w:numPr>
      <w:outlineLvl w:val="1"/>
    </w:pPr>
  </w:style>
  <w:style w:type="paragraph" w:styleId="berschrift3">
    <w:name w:val="heading 3"/>
    <w:basedOn w:val="0berschrift3"/>
    <w:next w:val="Standard"/>
    <w:qFormat/>
    <w:rsid w:val="0076407F"/>
    <w:pPr>
      <w:numPr>
        <w:ilvl w:val="2"/>
        <w:numId w:val="7"/>
      </w:numPr>
      <w:outlineLvl w:val="2"/>
    </w:pPr>
  </w:style>
  <w:style w:type="paragraph" w:styleId="berschrift4">
    <w:name w:val="heading 4"/>
    <w:basedOn w:val="Standard"/>
    <w:next w:val="Standard"/>
    <w:qFormat/>
    <w:rsid w:val="00161CAE"/>
    <w:pPr>
      <w:numPr>
        <w:ilvl w:val="3"/>
        <w:numId w:val="7"/>
      </w:numPr>
      <w:spacing w:line="240" w:lineRule="exact"/>
      <w:outlineLvl w:val="3"/>
    </w:pPr>
    <w:rPr>
      <w:rFonts w:cs="Arial"/>
      <w:i/>
      <w:szCs w:val="20"/>
      <w:lang w:val="en-GB"/>
    </w:rPr>
  </w:style>
  <w:style w:type="paragraph" w:styleId="berschrift5">
    <w:name w:val="heading 5"/>
    <w:basedOn w:val="Standard"/>
    <w:next w:val="Standard"/>
    <w:link w:val="berschrift5Zeichen"/>
    <w:qFormat/>
    <w:rsid w:val="00956EF2"/>
    <w:pPr>
      <w:numPr>
        <w:ilvl w:val="4"/>
        <w:numId w:val="7"/>
      </w:numPr>
      <w:spacing w:before="240"/>
      <w:outlineLvl w:val="4"/>
    </w:pPr>
    <w:rPr>
      <w:rFonts w:ascii="Calibri" w:hAnsi="Calibri"/>
      <w:b/>
      <w:bCs/>
      <w:i/>
      <w:iCs/>
      <w:sz w:val="26"/>
      <w:szCs w:val="26"/>
    </w:rPr>
  </w:style>
  <w:style w:type="paragraph" w:styleId="berschrift6">
    <w:name w:val="heading 6"/>
    <w:basedOn w:val="Standard"/>
    <w:next w:val="Standard"/>
    <w:link w:val="berschrift6Zeichen"/>
    <w:qFormat/>
    <w:rsid w:val="00956EF2"/>
    <w:pPr>
      <w:numPr>
        <w:ilvl w:val="5"/>
        <w:numId w:val="7"/>
      </w:numPr>
      <w:spacing w:before="240"/>
      <w:outlineLvl w:val="5"/>
    </w:pPr>
    <w:rPr>
      <w:rFonts w:ascii="Calibri" w:hAnsi="Calibri"/>
      <w:b/>
      <w:bCs/>
      <w:sz w:val="22"/>
      <w:szCs w:val="22"/>
    </w:rPr>
  </w:style>
  <w:style w:type="paragraph" w:styleId="berschrift7">
    <w:name w:val="heading 7"/>
    <w:basedOn w:val="Standard"/>
    <w:next w:val="Standard"/>
    <w:link w:val="berschrift7Zeichen"/>
    <w:qFormat/>
    <w:rsid w:val="00956EF2"/>
    <w:pPr>
      <w:numPr>
        <w:ilvl w:val="6"/>
        <w:numId w:val="7"/>
      </w:numPr>
      <w:spacing w:before="240"/>
      <w:outlineLvl w:val="6"/>
    </w:pPr>
    <w:rPr>
      <w:rFonts w:ascii="Calibri" w:hAnsi="Calibri"/>
      <w:sz w:val="24"/>
    </w:rPr>
  </w:style>
  <w:style w:type="paragraph" w:styleId="berschrift8">
    <w:name w:val="heading 8"/>
    <w:basedOn w:val="Standard"/>
    <w:next w:val="Standard"/>
    <w:link w:val="berschrift8Zeichen"/>
    <w:qFormat/>
    <w:rsid w:val="00956EF2"/>
    <w:pPr>
      <w:numPr>
        <w:ilvl w:val="7"/>
        <w:numId w:val="7"/>
      </w:numPr>
      <w:spacing w:before="240"/>
      <w:outlineLvl w:val="7"/>
    </w:pPr>
    <w:rPr>
      <w:rFonts w:ascii="Calibri" w:hAnsi="Calibri"/>
      <w:i/>
      <w:iCs/>
      <w:sz w:val="24"/>
    </w:rPr>
  </w:style>
  <w:style w:type="paragraph" w:styleId="berschrift9">
    <w:name w:val="heading 9"/>
    <w:basedOn w:val="Standard"/>
    <w:next w:val="Standard"/>
    <w:link w:val="berschrift9Zeichen"/>
    <w:qFormat/>
    <w:rsid w:val="00956EF2"/>
    <w:pPr>
      <w:numPr>
        <w:ilvl w:val="8"/>
        <w:numId w:val="7"/>
      </w:numPr>
      <w:spacing w:before="240"/>
      <w:outlineLvl w:val="8"/>
    </w:pPr>
    <w:rPr>
      <w:rFonts w:ascii="Cambria" w:hAnsi="Cambria"/>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0berschrift1">
    <w:name w:val="* 0 Überschrift 1"/>
    <w:basedOn w:val="1Standardflietext"/>
    <w:next w:val="1Standardflietext"/>
    <w:link w:val="0berschrift1ZchnZchn"/>
    <w:rsid w:val="00FB6AB2"/>
    <w:pPr>
      <w:spacing w:after="240"/>
    </w:pPr>
    <w:rPr>
      <w:b/>
      <w:sz w:val="22"/>
    </w:rPr>
  </w:style>
  <w:style w:type="paragraph" w:customStyle="1" w:styleId="1Standardflietext">
    <w:name w:val="* 1 Standardfließtext"/>
    <w:basedOn w:val="Standard"/>
    <w:link w:val="1StandardflietextZchnZchn"/>
    <w:qFormat/>
    <w:rsid w:val="001674F1"/>
    <w:pPr>
      <w:spacing w:line="240" w:lineRule="exact"/>
    </w:pPr>
    <w:rPr>
      <w:szCs w:val="20"/>
    </w:rPr>
  </w:style>
  <w:style w:type="character" w:customStyle="1" w:styleId="1StandardflietextZchnZchn">
    <w:name w:val="* 1 Standardfließtext Zchn Zchn"/>
    <w:link w:val="1Standardflietext"/>
    <w:rsid w:val="001674F1"/>
    <w:rPr>
      <w:rFonts w:ascii="Arial" w:hAnsi="Arial"/>
      <w:lang w:val="de-DE" w:eastAsia="de-DE" w:bidi="ar-SA"/>
    </w:rPr>
  </w:style>
  <w:style w:type="character" w:customStyle="1" w:styleId="0berschrift1ZchnZchn">
    <w:name w:val="* 0 Überschrift 1 Zchn Zchn"/>
    <w:link w:val="0berschrift1"/>
    <w:rsid w:val="00FB6AB2"/>
    <w:rPr>
      <w:rFonts w:ascii="Arial" w:hAnsi="Arial"/>
      <w:b/>
      <w:sz w:val="22"/>
      <w:lang w:val="de-DE" w:eastAsia="de-DE" w:bidi="ar-SA"/>
    </w:rPr>
  </w:style>
  <w:style w:type="paragraph" w:customStyle="1" w:styleId="0berschrift2">
    <w:name w:val="* 0 Überschrift 2"/>
    <w:basedOn w:val="1Standardflietext"/>
    <w:next w:val="1Standardflietext"/>
    <w:rsid w:val="000F7CB4"/>
    <w:pPr>
      <w:spacing w:after="240"/>
    </w:pPr>
    <w:rPr>
      <w:sz w:val="22"/>
      <w:u w:val="single"/>
    </w:rPr>
  </w:style>
  <w:style w:type="paragraph" w:customStyle="1" w:styleId="0berschrift3">
    <w:name w:val="* 0 Überschrift 3"/>
    <w:basedOn w:val="1Standardflietext"/>
    <w:next w:val="1Standardflietext"/>
    <w:rsid w:val="000F5530"/>
    <w:pPr>
      <w:tabs>
        <w:tab w:val="left" w:pos="340"/>
      </w:tabs>
      <w:ind w:left="340" w:hanging="340"/>
    </w:pPr>
    <w:rPr>
      <w:b/>
    </w:rPr>
  </w:style>
  <w:style w:type="character" w:customStyle="1" w:styleId="berschrift5Zeichen">
    <w:name w:val="Überschrift 5 Zeichen"/>
    <w:link w:val="berschrift5"/>
    <w:semiHidden/>
    <w:rsid w:val="00990706"/>
    <w:rPr>
      <w:rFonts w:ascii="Calibri" w:hAnsi="Calibri"/>
      <w:b/>
      <w:bCs/>
      <w:i/>
      <w:iCs/>
      <w:sz w:val="26"/>
      <w:szCs w:val="26"/>
    </w:rPr>
  </w:style>
  <w:style w:type="character" w:customStyle="1" w:styleId="berschrift6Zeichen">
    <w:name w:val="Überschrift 6 Zeichen"/>
    <w:link w:val="berschrift6"/>
    <w:semiHidden/>
    <w:rsid w:val="00990706"/>
    <w:rPr>
      <w:rFonts w:ascii="Calibri" w:hAnsi="Calibri"/>
      <w:b/>
      <w:bCs/>
      <w:sz w:val="22"/>
      <w:szCs w:val="22"/>
    </w:rPr>
  </w:style>
  <w:style w:type="character" w:customStyle="1" w:styleId="berschrift7Zeichen">
    <w:name w:val="Überschrift 7 Zeichen"/>
    <w:link w:val="berschrift7"/>
    <w:semiHidden/>
    <w:rsid w:val="00990706"/>
    <w:rPr>
      <w:rFonts w:ascii="Calibri" w:hAnsi="Calibri"/>
      <w:sz w:val="24"/>
      <w:szCs w:val="24"/>
    </w:rPr>
  </w:style>
  <w:style w:type="character" w:customStyle="1" w:styleId="berschrift8Zeichen">
    <w:name w:val="Überschrift 8 Zeichen"/>
    <w:link w:val="berschrift8"/>
    <w:semiHidden/>
    <w:rsid w:val="00990706"/>
    <w:rPr>
      <w:rFonts w:ascii="Calibri" w:hAnsi="Calibri"/>
      <w:i/>
      <w:iCs/>
      <w:sz w:val="24"/>
      <w:szCs w:val="24"/>
    </w:rPr>
  </w:style>
  <w:style w:type="character" w:customStyle="1" w:styleId="berschrift9Zeichen">
    <w:name w:val="Überschrift 9 Zeichen"/>
    <w:link w:val="berschrift9"/>
    <w:semiHidden/>
    <w:rsid w:val="00990706"/>
    <w:rPr>
      <w:rFonts w:ascii="Cambria" w:hAnsi="Cambria"/>
      <w:sz w:val="22"/>
      <w:szCs w:val="22"/>
    </w:rPr>
  </w:style>
  <w:style w:type="paragraph" w:styleId="Kopfzeile">
    <w:name w:val="header"/>
    <w:basedOn w:val="Standard"/>
    <w:semiHidden/>
    <w:rsid w:val="00BA7F97"/>
    <w:pPr>
      <w:tabs>
        <w:tab w:val="center" w:pos="4536"/>
        <w:tab w:val="right" w:pos="9072"/>
      </w:tabs>
      <w:spacing w:after="0" w:line="200" w:lineRule="exact"/>
    </w:pPr>
  </w:style>
  <w:style w:type="paragraph" w:customStyle="1" w:styleId="RahmenCopyrightvermerk">
    <w:name w:val="* Rahmen Copyrightvermerk"/>
    <w:basedOn w:val="1Standardflietext"/>
    <w:next w:val="Standard"/>
    <w:rsid w:val="00466BA5"/>
    <w:pPr>
      <w:autoSpaceDE w:val="0"/>
      <w:autoSpaceDN w:val="0"/>
      <w:adjustRightInd w:val="0"/>
      <w:spacing w:after="0" w:line="180" w:lineRule="exact"/>
      <w:jc w:val="center"/>
    </w:pPr>
    <w:rPr>
      <w:rFonts w:eastAsia="Arial Unicode MS"/>
      <w:color w:val="808080"/>
      <w:sz w:val="13"/>
      <w:szCs w:val="13"/>
    </w:rPr>
  </w:style>
  <w:style w:type="paragraph" w:customStyle="1" w:styleId="0berschrift4">
    <w:name w:val="* 0 Überschrift 4"/>
    <w:basedOn w:val="1Standardflietext"/>
    <w:rsid w:val="00161CAE"/>
    <w:rPr>
      <w:i/>
    </w:rPr>
  </w:style>
  <w:style w:type="character" w:styleId="Link">
    <w:name w:val="Hyperlink"/>
    <w:semiHidden/>
    <w:rsid w:val="00527896"/>
    <w:rPr>
      <w:rFonts w:ascii="Arial" w:hAnsi="Arial"/>
      <w:color w:val="333333"/>
      <w:u w:val="single"/>
      <w:lang w:val="de-DE" w:eastAsia="de-DE" w:bidi="ar-SA"/>
    </w:rPr>
  </w:style>
  <w:style w:type="paragraph" w:customStyle="1" w:styleId="2Nummerierungeinfach">
    <w:name w:val="* 2 Nummerierung_einfach"/>
    <w:basedOn w:val="2NummerierungOrdnungszahlen"/>
    <w:rsid w:val="002B0CBD"/>
    <w:pPr>
      <w:numPr>
        <w:numId w:val="1"/>
      </w:numPr>
    </w:pPr>
  </w:style>
  <w:style w:type="paragraph" w:customStyle="1" w:styleId="2NummerierungOrdnungszahlen">
    <w:name w:val="* 2 Nummerierung_Ordnungszahlen"/>
    <w:basedOn w:val="1Standardflietext"/>
    <w:qFormat/>
    <w:rsid w:val="00705E3C"/>
    <w:pPr>
      <w:numPr>
        <w:numId w:val="6"/>
      </w:numPr>
    </w:pPr>
  </w:style>
  <w:style w:type="paragraph" w:styleId="Sprechblasentext">
    <w:name w:val="Balloon Text"/>
    <w:basedOn w:val="Standard"/>
    <w:semiHidden/>
    <w:rPr>
      <w:rFonts w:ascii="Tahoma" w:hAnsi="Tahoma" w:cs="Tahoma"/>
      <w:sz w:val="16"/>
      <w:szCs w:val="16"/>
    </w:rPr>
  </w:style>
  <w:style w:type="paragraph" w:customStyle="1" w:styleId="RahmenKopfzeileSubtitel">
    <w:name w:val="* Rahmen Kopfzeile_Subtitel"/>
    <w:basedOn w:val="1Standardflietext"/>
    <w:next w:val="1Standardflietext"/>
    <w:rsid w:val="0052577E"/>
    <w:pPr>
      <w:spacing w:before="60" w:after="0"/>
    </w:pPr>
    <w:rPr>
      <w:rFonts w:eastAsia="Arial Unicode MS"/>
    </w:rPr>
  </w:style>
  <w:style w:type="paragraph" w:customStyle="1" w:styleId="6Medienelement">
    <w:name w:val="* 6 Medienelement"/>
    <w:basedOn w:val="1Standardflietext"/>
    <w:rsid w:val="007F1F44"/>
    <w:pPr>
      <w:spacing w:line="400" w:lineRule="exact"/>
    </w:pPr>
    <w:rPr>
      <w:b/>
      <w:i/>
      <w:color w:val="808080"/>
      <w:sz w:val="36"/>
    </w:rPr>
  </w:style>
  <w:style w:type="character" w:customStyle="1" w:styleId="2ListeeingercktZchnZchn">
    <w:name w:val="* 2 Liste_eingerückt Zchn Zchn"/>
    <w:basedOn w:val="1StandardflietextZchnZchn"/>
    <w:link w:val="2Listeeingerckt"/>
    <w:rsid w:val="007A0DF3"/>
    <w:rPr>
      <w:rFonts w:ascii="Arial" w:hAnsi="Arial"/>
      <w:lang w:val="de-DE" w:eastAsia="de-DE" w:bidi="ar-SA"/>
    </w:rPr>
  </w:style>
  <w:style w:type="paragraph" w:customStyle="1" w:styleId="2Listeeingerckt">
    <w:name w:val="* 2 Liste_eingerückt"/>
    <w:basedOn w:val="1Standardflietext"/>
    <w:link w:val="2ListeeingercktZchnZchn"/>
    <w:rsid w:val="007A0DF3"/>
    <w:pPr>
      <w:numPr>
        <w:numId w:val="4"/>
      </w:numPr>
    </w:pPr>
  </w:style>
  <w:style w:type="paragraph" w:customStyle="1" w:styleId="2Nummerierungalphabetischklein">
    <w:name w:val="* 2 Nummerierung_alphabetisch_klein"/>
    <w:basedOn w:val="1Standardflietext"/>
    <w:rsid w:val="002B0CBD"/>
    <w:pPr>
      <w:numPr>
        <w:numId w:val="2"/>
      </w:numPr>
    </w:pPr>
  </w:style>
  <w:style w:type="paragraph" w:customStyle="1" w:styleId="3Schreibzeile">
    <w:name w:val="* 3 Schreibzeile"/>
    <w:basedOn w:val="1Standardflietext"/>
    <w:rsid w:val="0049242E"/>
    <w:pPr>
      <w:tabs>
        <w:tab w:val="right" w:pos="9185"/>
      </w:tabs>
      <w:spacing w:before="240"/>
    </w:pPr>
    <w:rPr>
      <w:u w:val="single" w:color="808080"/>
    </w:rPr>
  </w:style>
  <w:style w:type="paragraph" w:customStyle="1" w:styleId="2Liste0">
    <w:name w:val="* 2  Liste"/>
    <w:basedOn w:val="1Standardflietext"/>
    <w:qFormat/>
    <w:rsid w:val="007A0DF3"/>
    <w:pPr>
      <w:numPr>
        <w:numId w:val="5"/>
      </w:numPr>
    </w:pPr>
  </w:style>
  <w:style w:type="paragraph" w:customStyle="1" w:styleId="4Zitat">
    <w:name w:val="* 4 Zitat"/>
    <w:basedOn w:val="1Standardflietext"/>
    <w:next w:val="1Standardflietext"/>
    <w:rsid w:val="00E96370"/>
    <w:pPr>
      <w:pBdr>
        <w:top w:val="double" w:sz="4" w:space="1" w:color="808080"/>
        <w:left w:val="double" w:sz="4" w:space="4" w:color="808080"/>
        <w:bottom w:val="double" w:sz="4" w:space="1" w:color="808080"/>
        <w:right w:val="double" w:sz="4" w:space="4" w:color="808080"/>
      </w:pBdr>
      <w:ind w:left="113" w:right="113"/>
    </w:pPr>
  </w:style>
  <w:style w:type="paragraph" w:customStyle="1" w:styleId="7Quelle">
    <w:name w:val="* 7 Quelle"/>
    <w:basedOn w:val="1Standardflietext"/>
    <w:next w:val="1Standardflietext"/>
    <w:rsid w:val="000F7CB4"/>
    <w:pPr>
      <w:spacing w:before="60"/>
      <w:jc w:val="right"/>
    </w:pPr>
    <w:rPr>
      <w:i/>
      <w:sz w:val="18"/>
    </w:rPr>
  </w:style>
  <w:style w:type="paragraph" w:customStyle="1" w:styleId="2ListeSymbol">
    <w:name w:val="* 2 Liste_Symbol"/>
    <w:basedOn w:val="1Standardflietext"/>
    <w:rsid w:val="007A0DF3"/>
    <w:pPr>
      <w:numPr>
        <w:numId w:val="3"/>
      </w:numPr>
    </w:pPr>
  </w:style>
  <w:style w:type="paragraph" w:customStyle="1" w:styleId="RahmenFuzeile">
    <w:name w:val="* Rahmen Fußzeile"/>
    <w:basedOn w:val="1Standardflietext"/>
    <w:rsid w:val="00BE6C78"/>
    <w:pPr>
      <w:spacing w:before="60" w:after="0" w:line="200" w:lineRule="exact"/>
    </w:pPr>
    <w:rPr>
      <w:sz w:val="16"/>
    </w:rPr>
  </w:style>
  <w:style w:type="character" w:customStyle="1" w:styleId="3Schreiblinie">
    <w:name w:val="* 3 Schreiblinie"/>
    <w:rsid w:val="003524B3"/>
    <w:rPr>
      <w:u w:val="single" w:color="808080"/>
    </w:rPr>
  </w:style>
  <w:style w:type="table" w:customStyle="1" w:styleId="5Tabelle">
    <w:name w:val="* 5 Tabelle"/>
    <w:basedOn w:val="NormaleTabelle"/>
    <w:rsid w:val="00311278"/>
    <w:pPr>
      <w:spacing w:before="60" w:after="60" w:line="240" w:lineRule="exact"/>
    </w:pPr>
    <w:rPr>
      <w:rFonts w:ascii="Arial" w:hAnsi="Arial"/>
    </w:rPr>
    <w:tblPr>
      <w:tblInd w:w="5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0" w:type="dxa"/>
        <w:left w:w="57" w:type="dxa"/>
        <w:bottom w:w="0" w:type="dxa"/>
        <w:right w:w="57" w:type="dxa"/>
      </w:tblCellMar>
    </w:tblPr>
  </w:style>
  <w:style w:type="paragraph" w:customStyle="1" w:styleId="RahmenKopfzeilelinks">
    <w:name w:val="* Rahmen Kopfzeile_links"/>
    <w:basedOn w:val="1Standardflietext"/>
    <w:next w:val="1Standardflietext"/>
    <w:link w:val="RahmenKopfzeilelinksZchnZchn"/>
    <w:rsid w:val="00E66908"/>
    <w:pPr>
      <w:spacing w:after="0" w:line="360" w:lineRule="exact"/>
      <w:ind w:left="-170"/>
    </w:pPr>
    <w:rPr>
      <w:rFonts w:ascii="Verdana" w:hAnsi="Verdana"/>
      <w:b/>
      <w:color w:val="808080"/>
      <w:sz w:val="22"/>
      <w:szCs w:val="24"/>
    </w:rPr>
  </w:style>
  <w:style w:type="character" w:customStyle="1" w:styleId="RahmenKopfzeilelinksZchnZchn">
    <w:name w:val="* Rahmen Kopfzeile_links Zchn Zchn"/>
    <w:link w:val="RahmenKopfzeilelinks"/>
    <w:rsid w:val="00E66908"/>
    <w:rPr>
      <w:rFonts w:ascii="Verdana" w:hAnsi="Verdana"/>
      <w:b/>
      <w:color w:val="808080"/>
      <w:sz w:val="22"/>
      <w:szCs w:val="24"/>
    </w:rPr>
  </w:style>
  <w:style w:type="paragraph" w:customStyle="1" w:styleId="RahmenKopfzeilerechts">
    <w:name w:val="* Rahmen Kopfzeile_rechts"/>
    <w:basedOn w:val="1Standardflietext"/>
    <w:next w:val="1Standardflietext"/>
    <w:link w:val="RahmenKopfzeilerechtsZchnZchn"/>
    <w:rsid w:val="00D02F67"/>
    <w:pPr>
      <w:autoSpaceDE w:val="0"/>
      <w:autoSpaceDN w:val="0"/>
      <w:adjustRightInd w:val="0"/>
      <w:spacing w:after="0" w:line="360" w:lineRule="exact"/>
      <w:ind w:right="-142"/>
      <w:jc w:val="right"/>
    </w:pPr>
    <w:rPr>
      <w:rFonts w:ascii="Verdana" w:hAnsi="Verdana"/>
      <w:i/>
      <w:color w:val="000000"/>
      <w:sz w:val="22"/>
      <w:szCs w:val="30"/>
    </w:rPr>
  </w:style>
  <w:style w:type="character" w:customStyle="1" w:styleId="RahmenKopfzeilerechtsZchnZchn">
    <w:name w:val="* Rahmen Kopfzeile_rechts Zchn Zchn"/>
    <w:link w:val="RahmenKopfzeilerechts"/>
    <w:rsid w:val="00D02F67"/>
    <w:rPr>
      <w:rFonts w:ascii="Verdana" w:hAnsi="Verdana"/>
      <w:i/>
      <w:color w:val="000000"/>
      <w:sz w:val="22"/>
      <w:szCs w:val="30"/>
    </w:rPr>
  </w:style>
  <w:style w:type="paragraph" w:customStyle="1" w:styleId="2Nummerierungalphabetischgross">
    <w:name w:val="* 2 Nummerierung_alphabetisch_gross"/>
    <w:basedOn w:val="2Nummerierungalphabetischklein"/>
    <w:rsid w:val="00E3649D"/>
    <w:pPr>
      <w:numPr>
        <w:numId w:val="8"/>
      </w:numPr>
    </w:pPr>
    <w:rPr>
      <w:lang w:val="en-GB"/>
    </w:rPr>
  </w:style>
  <w:style w:type="character" w:customStyle="1" w:styleId="1fett">
    <w:name w:val="* 1 fett"/>
    <w:rsid w:val="00496EA9"/>
    <w:rPr>
      <w:b/>
    </w:rPr>
  </w:style>
  <w:style w:type="character" w:customStyle="1" w:styleId="1unterstrichen">
    <w:name w:val="* 1 unterstrichen"/>
    <w:rsid w:val="00496EA9"/>
    <w:rPr>
      <w:u w:val="single"/>
    </w:rPr>
  </w:style>
  <w:style w:type="character" w:customStyle="1" w:styleId="1kursiv">
    <w:name w:val="* 1 kursiv"/>
    <w:rsid w:val="00496EA9"/>
    <w:rPr>
      <w:i/>
    </w:rPr>
  </w:style>
  <w:style w:type="character" w:customStyle="1" w:styleId="1Markierung">
    <w:name w:val="* 1 Markierung"/>
    <w:rsid w:val="00356A49"/>
    <w:rPr>
      <w:i/>
      <w:color w:val="FF00FF"/>
    </w:rPr>
  </w:style>
  <w:style w:type="character" w:customStyle="1" w:styleId="3Lsung">
    <w:name w:val="* 3 Lösung"/>
    <w:rsid w:val="00A37CDA"/>
    <w:rPr>
      <w:rFonts w:ascii="Comic Sans MS" w:hAnsi="Comic Sans MS"/>
      <w:b/>
      <w:color w:val="808080"/>
      <w:spacing w:val="20"/>
      <w:sz w:val="22"/>
      <w:szCs w:val="22"/>
      <w:u w:val="single" w:color="808080"/>
    </w:rPr>
  </w:style>
  <w:style w:type="character" w:customStyle="1" w:styleId="RahmenSymbol">
    <w:name w:val="* Rahmen Symbol"/>
    <w:rsid w:val="0076191E"/>
    <w:rPr>
      <w:rFonts w:ascii="Webdings" w:hAnsi="Webdings" w:cs="Verdana"/>
    </w:rPr>
  </w:style>
  <w:style w:type="paragraph" w:customStyle="1" w:styleId="8Dialog">
    <w:name w:val="* 8 Dialog"/>
    <w:basedOn w:val="1Standardflietext"/>
    <w:rsid w:val="00934AB7"/>
    <w:pPr>
      <w:tabs>
        <w:tab w:val="left" w:pos="284"/>
      </w:tabs>
      <w:spacing w:line="400" w:lineRule="exact"/>
      <w:ind w:left="454" w:hanging="454"/>
    </w:pPr>
  </w:style>
  <w:style w:type="paragraph" w:styleId="Fuzeile">
    <w:name w:val="footer"/>
    <w:basedOn w:val="Standard"/>
    <w:semiHidden/>
    <w:rsid w:val="003E29FB"/>
    <w:pPr>
      <w:tabs>
        <w:tab w:val="center" w:pos="4536"/>
        <w:tab w:val="right" w:pos="9072"/>
      </w:tabs>
    </w:pPr>
  </w:style>
  <w:style w:type="paragraph" w:styleId="Dokumentstruktur">
    <w:name w:val="Document Map"/>
    <w:basedOn w:val="Standard"/>
    <w:link w:val="DokumentstrukturZeichen"/>
    <w:semiHidden/>
    <w:rsid w:val="0057045C"/>
    <w:rPr>
      <w:rFonts w:ascii="Tahoma" w:hAnsi="Tahoma" w:cs="Tahoma"/>
      <w:sz w:val="16"/>
      <w:szCs w:val="16"/>
    </w:rPr>
  </w:style>
  <w:style w:type="character" w:customStyle="1" w:styleId="DokumentstrukturZeichen">
    <w:name w:val="Dokumentstruktur Zeichen"/>
    <w:link w:val="Dokumentstruktur"/>
    <w:semiHidden/>
    <w:rsid w:val="0057045C"/>
    <w:rPr>
      <w:rFonts w:ascii="Tahoma" w:hAnsi="Tahoma" w:cs="Tahoma"/>
      <w:sz w:val="16"/>
      <w:szCs w:val="16"/>
    </w:rPr>
  </w:style>
  <w:style w:type="character" w:customStyle="1" w:styleId="3Handschrift">
    <w:name w:val="* 3 Handschrift"/>
    <w:qFormat/>
    <w:rsid w:val="00454670"/>
    <w:rPr>
      <w:rFonts w:ascii="Comic Sans MS" w:hAnsi="Comic Sans MS"/>
      <w:b/>
      <w:color w:val="808080"/>
      <w:spacing w:val="20"/>
      <w:sz w:val="22"/>
      <w:szCs w:val="22"/>
      <w:u w:val="none" w:color="808080"/>
    </w:rPr>
  </w:style>
  <w:style w:type="paragraph" w:customStyle="1" w:styleId="RahmenLogo-Schriftzug">
    <w:name w:val="* Rahmen Logo-Schriftzug"/>
    <w:basedOn w:val="Standard"/>
    <w:rsid w:val="00394D98"/>
    <w:pPr>
      <w:ind w:left="-142" w:right="-142"/>
      <w:jc w:val="center"/>
    </w:pPr>
    <w:rPr>
      <w:rFonts w:cs="Arial"/>
      <w:sz w:val="36"/>
      <w:szCs w:val="40"/>
      <w:lang w:val="it-IT"/>
    </w:rPr>
  </w:style>
  <w:style w:type="paragraph" w:customStyle="1" w:styleId="1StandardflietextgrosserAbstand">
    <w:name w:val="* 1 Standardfließtext_grosser Abstand"/>
    <w:basedOn w:val="1Standardflietext"/>
    <w:rsid w:val="008D2CDD"/>
    <w:pPr>
      <w:spacing w:line="360" w:lineRule="exact"/>
    </w:pPr>
  </w:style>
  <w:style w:type="paragraph" w:customStyle="1" w:styleId="2Liste">
    <w:name w:val="* 2 Liste +"/>
    <w:basedOn w:val="2Liste0"/>
    <w:qFormat/>
    <w:rsid w:val="00245F29"/>
    <w:pPr>
      <w:numPr>
        <w:numId w:val="25"/>
      </w:numPr>
      <w:tabs>
        <w:tab w:val="left" w:pos="340"/>
      </w:tabs>
      <w:ind w:left="340" w:hanging="340"/>
    </w:pPr>
  </w:style>
  <w:style w:type="paragraph" w:customStyle="1" w:styleId="widget">
    <w:name w:val="widget"/>
    <w:basedOn w:val="Standard"/>
    <w:rsid w:val="000E4625"/>
    <w:pPr>
      <w:spacing w:before="100" w:beforeAutospacing="1" w:after="100" w:afterAutospacing="1" w:line="240" w:lineRule="auto"/>
    </w:pPr>
    <w:rPr>
      <w:rFonts w:ascii="Times New Roman" w:hAnsi="Times New Roman"/>
      <w:sz w:val="24"/>
    </w:rPr>
  </w:style>
  <w:style w:type="character" w:customStyle="1" w:styleId="artsingleauthor">
    <w:name w:val="artsingleauthor"/>
    <w:rsid w:val="000E4625"/>
  </w:style>
  <w:style w:type="character" w:customStyle="1" w:styleId="credit">
    <w:name w:val="credit"/>
    <w:rsid w:val="000E4625"/>
  </w:style>
  <w:style w:type="character" w:customStyle="1" w:styleId="Beschriftung1">
    <w:name w:val="Beschriftung1"/>
    <w:rsid w:val="000E4625"/>
  </w:style>
  <w:style w:type="paragraph" w:customStyle="1" w:styleId="prefix1">
    <w:name w:val="prefix_1"/>
    <w:basedOn w:val="Standard"/>
    <w:rsid w:val="000E4625"/>
    <w:pPr>
      <w:spacing w:before="100" w:beforeAutospacing="1" w:after="100" w:afterAutospacing="1" w:line="240" w:lineRule="auto"/>
    </w:pPr>
    <w:rPr>
      <w:rFonts w:ascii="Times New Roman" w:hAnsi="Times New Roman"/>
      <w:sz w:val="24"/>
    </w:rPr>
  </w:style>
  <w:style w:type="character" w:customStyle="1" w:styleId="headline">
    <w:name w:val="headline"/>
    <w:rsid w:val="000E4625"/>
  </w:style>
  <w:style w:type="character" w:customStyle="1" w:styleId="title">
    <w:name w:val="title"/>
    <w:rsid w:val="000E4625"/>
  </w:style>
  <w:style w:type="character" w:styleId="Herausstellen">
    <w:name w:val="Emphasis"/>
    <w:uiPriority w:val="20"/>
    <w:qFormat/>
    <w:rsid w:val="000E462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4844070">
      <w:bodyDiv w:val="1"/>
      <w:marLeft w:val="0"/>
      <w:marRight w:val="0"/>
      <w:marTop w:val="0"/>
      <w:marBottom w:val="0"/>
      <w:divBdr>
        <w:top w:val="none" w:sz="0" w:space="0" w:color="auto"/>
        <w:left w:val="none" w:sz="0" w:space="0" w:color="auto"/>
        <w:bottom w:val="none" w:sz="0" w:space="0" w:color="auto"/>
        <w:right w:val="none" w:sz="0" w:space="0" w:color="auto"/>
      </w:divBdr>
    </w:div>
    <w:div w:id="1613319654">
      <w:bodyDiv w:val="1"/>
      <w:marLeft w:val="0"/>
      <w:marRight w:val="0"/>
      <w:marTop w:val="0"/>
      <w:marBottom w:val="0"/>
      <w:divBdr>
        <w:top w:val="none" w:sz="0" w:space="0" w:color="auto"/>
        <w:left w:val="none" w:sz="0" w:space="0" w:color="auto"/>
        <w:bottom w:val="none" w:sz="0" w:space="0" w:color="auto"/>
        <w:right w:val="none" w:sz="0" w:space="0" w:color="auto"/>
      </w:divBdr>
    </w:div>
    <w:div w:id="1924028109">
      <w:bodyDiv w:val="1"/>
      <w:marLeft w:val="0"/>
      <w:marRight w:val="0"/>
      <w:marTop w:val="0"/>
      <w:marBottom w:val="0"/>
      <w:divBdr>
        <w:top w:val="none" w:sz="0" w:space="0" w:color="auto"/>
        <w:left w:val="none" w:sz="0" w:space="0" w:color="auto"/>
        <w:bottom w:val="none" w:sz="0" w:space="0" w:color="auto"/>
        <w:right w:val="none" w:sz="0" w:space="0" w:color="auto"/>
      </w:divBdr>
    </w:div>
    <w:div w:id="2124686758">
      <w:bodyDiv w:val="1"/>
      <w:marLeft w:val="0"/>
      <w:marRight w:val="0"/>
      <w:marTop w:val="0"/>
      <w:marBottom w:val="0"/>
      <w:divBdr>
        <w:top w:val="none" w:sz="0" w:space="0" w:color="auto"/>
        <w:left w:val="none" w:sz="0" w:space="0" w:color="auto"/>
        <w:bottom w:val="none" w:sz="0" w:space="0" w:color="auto"/>
        <w:right w:val="none" w:sz="0" w:space="0" w:color="auto"/>
      </w:divBdr>
      <w:divsChild>
        <w:div w:id="248663358">
          <w:marLeft w:val="0"/>
          <w:marRight w:val="0"/>
          <w:marTop w:val="0"/>
          <w:marBottom w:val="0"/>
          <w:divBdr>
            <w:top w:val="none" w:sz="0" w:space="0" w:color="auto"/>
            <w:left w:val="none" w:sz="0" w:space="0" w:color="auto"/>
            <w:bottom w:val="none" w:sz="0" w:space="0" w:color="auto"/>
            <w:right w:val="none" w:sz="0" w:space="0" w:color="auto"/>
          </w:divBdr>
          <w:divsChild>
            <w:div w:id="859052825">
              <w:marLeft w:val="0"/>
              <w:marRight w:val="0"/>
              <w:marTop w:val="0"/>
              <w:marBottom w:val="0"/>
              <w:divBdr>
                <w:top w:val="none" w:sz="0" w:space="0" w:color="auto"/>
                <w:left w:val="none" w:sz="0" w:space="0" w:color="auto"/>
                <w:bottom w:val="none" w:sz="0" w:space="0" w:color="auto"/>
                <w:right w:val="none" w:sz="0" w:space="0" w:color="auto"/>
              </w:divBdr>
              <w:divsChild>
                <w:div w:id="1115908902">
                  <w:marLeft w:val="0"/>
                  <w:marRight w:val="0"/>
                  <w:marTop w:val="0"/>
                  <w:marBottom w:val="0"/>
                  <w:divBdr>
                    <w:top w:val="none" w:sz="0" w:space="0" w:color="auto"/>
                    <w:left w:val="none" w:sz="0" w:space="0" w:color="auto"/>
                    <w:bottom w:val="none" w:sz="0" w:space="0" w:color="auto"/>
                    <w:right w:val="none" w:sz="0" w:space="0" w:color="auto"/>
                  </w:divBdr>
                  <w:divsChild>
                    <w:div w:id="1175877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563868">
              <w:marLeft w:val="0"/>
              <w:marRight w:val="0"/>
              <w:marTop w:val="0"/>
              <w:marBottom w:val="0"/>
              <w:divBdr>
                <w:top w:val="none" w:sz="0" w:space="0" w:color="auto"/>
                <w:left w:val="none" w:sz="0" w:space="0" w:color="auto"/>
                <w:bottom w:val="none" w:sz="0" w:space="0" w:color="auto"/>
                <w:right w:val="none" w:sz="0" w:space="0" w:color="auto"/>
              </w:divBdr>
              <w:divsChild>
                <w:div w:id="156934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312266">
          <w:marLeft w:val="0"/>
          <w:marRight w:val="0"/>
          <w:marTop w:val="0"/>
          <w:marBottom w:val="0"/>
          <w:divBdr>
            <w:top w:val="none" w:sz="0" w:space="0" w:color="auto"/>
            <w:left w:val="none" w:sz="0" w:space="0" w:color="auto"/>
            <w:bottom w:val="none" w:sz="0" w:space="0" w:color="auto"/>
            <w:right w:val="none" w:sz="0" w:space="0" w:color="auto"/>
          </w:divBdr>
          <w:divsChild>
            <w:div w:id="1849901383">
              <w:marLeft w:val="0"/>
              <w:marRight w:val="0"/>
              <w:marTop w:val="0"/>
              <w:marBottom w:val="0"/>
              <w:divBdr>
                <w:top w:val="none" w:sz="0" w:space="0" w:color="auto"/>
                <w:left w:val="none" w:sz="0" w:space="0" w:color="auto"/>
                <w:bottom w:val="none" w:sz="0" w:space="0" w:color="auto"/>
                <w:right w:val="none" w:sz="0" w:space="0" w:color="auto"/>
              </w:divBdr>
              <w:divsChild>
                <w:div w:id="1452895706">
                  <w:marLeft w:val="0"/>
                  <w:marRight w:val="0"/>
                  <w:marTop w:val="0"/>
                  <w:marBottom w:val="0"/>
                  <w:divBdr>
                    <w:top w:val="none" w:sz="0" w:space="0" w:color="auto"/>
                    <w:left w:val="none" w:sz="0" w:space="0" w:color="auto"/>
                    <w:bottom w:val="none" w:sz="0" w:space="0" w:color="auto"/>
                    <w:right w:val="none" w:sz="0" w:space="0" w:color="auto"/>
                  </w:divBdr>
                  <w:divsChild>
                    <w:div w:id="1861432573">
                      <w:marLeft w:val="0"/>
                      <w:marRight w:val="0"/>
                      <w:marTop w:val="0"/>
                      <w:marBottom w:val="0"/>
                      <w:divBdr>
                        <w:top w:val="none" w:sz="0" w:space="0" w:color="auto"/>
                        <w:left w:val="none" w:sz="0" w:space="0" w:color="auto"/>
                        <w:bottom w:val="none" w:sz="0" w:space="0" w:color="auto"/>
                        <w:right w:val="none" w:sz="0" w:space="0" w:color="auto"/>
                      </w:divBdr>
                    </w:div>
                  </w:divsChild>
                </w:div>
                <w:div w:id="1967815088">
                  <w:marLeft w:val="0"/>
                  <w:marRight w:val="0"/>
                  <w:marTop w:val="0"/>
                  <w:marBottom w:val="0"/>
                  <w:divBdr>
                    <w:top w:val="none" w:sz="0" w:space="0" w:color="auto"/>
                    <w:left w:val="none" w:sz="0" w:space="0" w:color="auto"/>
                    <w:bottom w:val="none" w:sz="0" w:space="0" w:color="auto"/>
                    <w:right w:val="none" w:sz="0" w:space="0" w:color="auto"/>
                  </w:divBdr>
                  <w:divsChild>
                    <w:div w:id="125895802">
                      <w:marLeft w:val="0"/>
                      <w:marRight w:val="0"/>
                      <w:marTop w:val="0"/>
                      <w:marBottom w:val="0"/>
                      <w:divBdr>
                        <w:top w:val="none" w:sz="0" w:space="0" w:color="auto"/>
                        <w:left w:val="none" w:sz="0" w:space="0" w:color="auto"/>
                        <w:bottom w:val="none" w:sz="0" w:space="0" w:color="auto"/>
                        <w:right w:val="none" w:sz="0" w:space="0" w:color="auto"/>
                      </w:divBdr>
                      <w:divsChild>
                        <w:div w:id="1760326404">
                          <w:marLeft w:val="0"/>
                          <w:marRight w:val="0"/>
                          <w:marTop w:val="0"/>
                          <w:marBottom w:val="0"/>
                          <w:divBdr>
                            <w:top w:val="none" w:sz="0" w:space="0" w:color="auto"/>
                            <w:left w:val="none" w:sz="0" w:space="0" w:color="auto"/>
                            <w:bottom w:val="none" w:sz="0" w:space="0" w:color="auto"/>
                            <w:right w:val="none" w:sz="0" w:space="0" w:color="auto"/>
                          </w:divBdr>
                        </w:div>
                      </w:divsChild>
                    </w:div>
                    <w:div w:id="144661963">
                      <w:marLeft w:val="0"/>
                      <w:marRight w:val="0"/>
                      <w:marTop w:val="0"/>
                      <w:marBottom w:val="0"/>
                      <w:divBdr>
                        <w:top w:val="none" w:sz="0" w:space="0" w:color="auto"/>
                        <w:left w:val="none" w:sz="0" w:space="0" w:color="auto"/>
                        <w:bottom w:val="none" w:sz="0" w:space="0" w:color="auto"/>
                        <w:right w:val="none" w:sz="0" w:space="0" w:color="auto"/>
                      </w:divBdr>
                      <w:divsChild>
                        <w:div w:id="1015381750">
                          <w:marLeft w:val="0"/>
                          <w:marRight w:val="0"/>
                          <w:marTop w:val="0"/>
                          <w:marBottom w:val="0"/>
                          <w:divBdr>
                            <w:top w:val="none" w:sz="0" w:space="0" w:color="auto"/>
                            <w:left w:val="none" w:sz="0" w:space="0" w:color="auto"/>
                            <w:bottom w:val="none" w:sz="0" w:space="0" w:color="auto"/>
                            <w:right w:val="none" w:sz="0" w:space="0" w:color="auto"/>
                          </w:divBdr>
                        </w:div>
                        <w:div w:id="1277787242">
                          <w:marLeft w:val="0"/>
                          <w:marRight w:val="0"/>
                          <w:marTop w:val="0"/>
                          <w:marBottom w:val="0"/>
                          <w:divBdr>
                            <w:top w:val="none" w:sz="0" w:space="0" w:color="auto"/>
                            <w:left w:val="none" w:sz="0" w:space="0" w:color="auto"/>
                            <w:bottom w:val="none" w:sz="0" w:space="0" w:color="auto"/>
                            <w:right w:val="none" w:sz="0" w:space="0" w:color="auto"/>
                          </w:divBdr>
                        </w:div>
                      </w:divsChild>
                    </w:div>
                    <w:div w:id="553588330">
                      <w:marLeft w:val="0"/>
                      <w:marRight w:val="0"/>
                      <w:marTop w:val="0"/>
                      <w:marBottom w:val="0"/>
                      <w:divBdr>
                        <w:top w:val="none" w:sz="0" w:space="0" w:color="auto"/>
                        <w:left w:val="none" w:sz="0" w:space="0" w:color="auto"/>
                        <w:bottom w:val="none" w:sz="0" w:space="0" w:color="auto"/>
                        <w:right w:val="none" w:sz="0" w:space="0" w:color="auto"/>
                      </w:divBdr>
                      <w:divsChild>
                        <w:div w:id="813061440">
                          <w:marLeft w:val="0"/>
                          <w:marRight w:val="0"/>
                          <w:marTop w:val="0"/>
                          <w:marBottom w:val="0"/>
                          <w:divBdr>
                            <w:top w:val="none" w:sz="0" w:space="0" w:color="auto"/>
                            <w:left w:val="none" w:sz="0" w:space="0" w:color="auto"/>
                            <w:bottom w:val="none" w:sz="0" w:space="0" w:color="auto"/>
                            <w:right w:val="none" w:sz="0" w:space="0" w:color="auto"/>
                          </w:divBdr>
                        </w:div>
                      </w:divsChild>
                    </w:div>
                    <w:div w:id="880357697">
                      <w:marLeft w:val="0"/>
                      <w:marRight w:val="0"/>
                      <w:marTop w:val="0"/>
                      <w:marBottom w:val="0"/>
                      <w:divBdr>
                        <w:top w:val="none" w:sz="0" w:space="0" w:color="auto"/>
                        <w:left w:val="none" w:sz="0" w:space="0" w:color="auto"/>
                        <w:bottom w:val="none" w:sz="0" w:space="0" w:color="auto"/>
                        <w:right w:val="none" w:sz="0" w:space="0" w:color="auto"/>
                      </w:divBdr>
                      <w:divsChild>
                        <w:div w:id="1443769041">
                          <w:marLeft w:val="0"/>
                          <w:marRight w:val="0"/>
                          <w:marTop w:val="0"/>
                          <w:marBottom w:val="0"/>
                          <w:divBdr>
                            <w:top w:val="none" w:sz="0" w:space="0" w:color="auto"/>
                            <w:left w:val="none" w:sz="0" w:space="0" w:color="auto"/>
                            <w:bottom w:val="none" w:sz="0" w:space="0" w:color="auto"/>
                            <w:right w:val="none" w:sz="0" w:space="0" w:color="auto"/>
                          </w:divBdr>
                        </w:div>
                      </w:divsChild>
                    </w:div>
                    <w:div w:id="1429698268">
                      <w:marLeft w:val="0"/>
                      <w:marRight w:val="0"/>
                      <w:marTop w:val="0"/>
                      <w:marBottom w:val="0"/>
                      <w:divBdr>
                        <w:top w:val="none" w:sz="0" w:space="0" w:color="auto"/>
                        <w:left w:val="none" w:sz="0" w:space="0" w:color="auto"/>
                        <w:bottom w:val="none" w:sz="0" w:space="0" w:color="auto"/>
                        <w:right w:val="none" w:sz="0" w:space="0" w:color="auto"/>
                      </w:divBdr>
                      <w:divsChild>
                        <w:div w:id="70126071">
                          <w:marLeft w:val="0"/>
                          <w:marRight w:val="0"/>
                          <w:marTop w:val="0"/>
                          <w:marBottom w:val="0"/>
                          <w:divBdr>
                            <w:top w:val="none" w:sz="0" w:space="0" w:color="auto"/>
                            <w:left w:val="none" w:sz="0" w:space="0" w:color="auto"/>
                            <w:bottom w:val="none" w:sz="0" w:space="0" w:color="auto"/>
                            <w:right w:val="none" w:sz="0" w:space="0" w:color="auto"/>
                          </w:divBdr>
                        </w:div>
                        <w:div w:id="2070300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2010\arbeitsbl&#228;tter\templates\mzul_2010.do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\2010\arbeitsblätter\templates\mzul_2010.dot</Template>
  <TotalTime>0</TotalTime>
  <Pages>2</Pages>
  <Words>705</Words>
  <Characters>4443</Characters>
  <Application>Microsoft Macintosh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Materialien zu unseren Lehrwerken</vt:lpstr>
    </vt:vector>
  </TitlesOfParts>
  <Company>Cornelsen Verlag</Company>
  <LinksUpToDate>false</LinksUpToDate>
  <CharactersWithSpaces>5138</CharactersWithSpaces>
  <SharedDoc>false</SharedDoc>
  <HyperlinkBase>www.cornelsen.de/teachweb</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Materialien zu unseren Lehrwerken</dc:title>
  <dc:subject>studio d XXX, Einheit XXX</dc:subject>
  <dc:creator>Cornelsen Verlag</dc:creator>
  <cp:keywords/>
  <dc:description>studio d</dc:description>
  <cp:lastModifiedBy>Sabine Theuring</cp:lastModifiedBy>
  <cp:revision>4</cp:revision>
  <cp:lastPrinted>2016-04-14T13:06:00Z</cp:lastPrinted>
  <dcterms:created xsi:type="dcterms:W3CDTF">2016-04-14T12:57:00Z</dcterms:created>
  <dcterms:modified xsi:type="dcterms:W3CDTF">2016-04-14T13:06:00Z</dcterms:modified>
  <cp:category>Deutsch als Fremdsprache</cp:category>
</cp:coreProperties>
</file>